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F4B8F" w14:textId="3BBF6D54" w:rsidR="005B33FC" w:rsidRDefault="005B33FC"/>
    <w:p w14:paraId="46A7AA67" w14:textId="0FC6567B" w:rsidR="000B1E29" w:rsidRPr="0049481E" w:rsidRDefault="005B33FC" w:rsidP="0049481E">
      <w:pPr>
        <w:pStyle w:val="Nagwek1"/>
      </w:pPr>
      <w:bookmarkStart w:id="0" w:name="_Toc210384142"/>
      <w:r w:rsidRPr="005B33FC">
        <w:t>ZAZAŁĄCZNIK NR 3 DO SWZ -  FORMULARZ OFERTY</w:t>
      </w:r>
      <w:bookmarkEnd w:id="0"/>
    </w:p>
    <w:p w14:paraId="29411D64" w14:textId="77777777" w:rsidR="000B1E29" w:rsidRPr="000B1E29" w:rsidRDefault="000B1E29" w:rsidP="000B1E29">
      <w:pPr>
        <w:tabs>
          <w:tab w:val="left" w:pos="5739"/>
        </w:tabs>
        <w:ind w:left="-284"/>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0B1E29"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0B1E29" w:rsidRDefault="000B1E29" w:rsidP="000B1E29">
            <w:pPr>
              <w:spacing w:line="288" w:lineRule="auto"/>
              <w:ind w:right="28"/>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Wykonawca</w:t>
            </w:r>
          </w:p>
          <w:p w14:paraId="2E04373C" w14:textId="77777777" w:rsidR="000B1E29" w:rsidRPr="000B1E29" w:rsidRDefault="000B1E29" w:rsidP="000B1E29">
            <w:pPr>
              <w:spacing w:line="288" w:lineRule="auto"/>
              <w:ind w:right="28"/>
              <w:rPr>
                <w:rFonts w:ascii="Calibri" w:eastAsia="Times New Roman" w:hAnsi="Calibri" w:cs="Calibri"/>
                <w:sz w:val="22"/>
                <w:szCs w:val="20"/>
              </w:rPr>
            </w:pPr>
          </w:p>
          <w:p w14:paraId="72C7D4F5"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7741A4E0"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2C5F188B" w14:textId="77777777" w:rsidR="000B1E29" w:rsidRPr="000B1E29" w:rsidRDefault="000B1E29" w:rsidP="000B1E29">
            <w:pPr>
              <w:spacing w:line="288" w:lineRule="auto"/>
              <w:ind w:right="28"/>
              <w:jc w:val="center"/>
              <w:rPr>
                <w:rFonts w:ascii="Calibri" w:eastAsia="Times New Roman" w:hAnsi="Calibri" w:cs="Calibri"/>
                <w:i/>
                <w:sz w:val="22"/>
                <w:szCs w:val="20"/>
              </w:rPr>
            </w:pPr>
            <w:r w:rsidRPr="000B1E29">
              <w:rPr>
                <w:rFonts w:ascii="Calibri" w:eastAsia="Times New Roman" w:hAnsi="Calibri" w:cs="Calibri"/>
                <w:i/>
                <w:sz w:val="22"/>
                <w:szCs w:val="20"/>
              </w:rPr>
              <w:t>Nazwa i adres</w:t>
            </w:r>
          </w:p>
        </w:tc>
        <w:tc>
          <w:tcPr>
            <w:tcW w:w="844" w:type="dxa"/>
            <w:tcBorders>
              <w:top w:val="nil"/>
              <w:left w:val="single" w:sz="18" w:space="0" w:color="1F497D"/>
              <w:bottom w:val="nil"/>
              <w:right w:val="single" w:sz="18" w:space="0" w:color="1F497D"/>
            </w:tcBorders>
          </w:tcPr>
          <w:p w14:paraId="573D4704"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Zamawiający </w:t>
            </w:r>
          </w:p>
          <w:p w14:paraId="22C87E1A" w14:textId="77777777" w:rsidR="000B1E29" w:rsidRPr="000B1E29" w:rsidRDefault="000B1E29" w:rsidP="000B1E29">
            <w:pPr>
              <w:contextualSpacing/>
              <w:jc w:val="center"/>
              <w:rPr>
                <w:rFonts w:ascii="Calibri" w:eastAsia="Calibri" w:hAnsi="Calibri" w:cs="Calibri"/>
                <w:b/>
                <w:sz w:val="20"/>
                <w:szCs w:val="20"/>
              </w:rPr>
            </w:pPr>
            <w:r w:rsidRPr="000B1E29">
              <w:rPr>
                <w:rFonts w:ascii="Calibri" w:eastAsia="Calibri" w:hAnsi="Calibri" w:cs="Calibri"/>
                <w:b/>
                <w:sz w:val="20"/>
                <w:szCs w:val="20"/>
              </w:rPr>
              <w:t>PGE Dystrybucja S.A.</w:t>
            </w:r>
          </w:p>
          <w:p w14:paraId="009A7687" w14:textId="77777777" w:rsidR="000B1E29" w:rsidRPr="000B1E29" w:rsidRDefault="000B1E29" w:rsidP="000B1E29">
            <w:pPr>
              <w:spacing w:before="120" w:after="120"/>
              <w:contextualSpacing/>
              <w:jc w:val="center"/>
              <w:rPr>
                <w:rFonts w:ascii="Calibri" w:eastAsia="Calibri" w:hAnsi="Calibri" w:cs="Calibri"/>
                <w:sz w:val="20"/>
                <w:szCs w:val="20"/>
              </w:rPr>
            </w:pPr>
            <w:r w:rsidRPr="000B1E29">
              <w:rPr>
                <w:rFonts w:ascii="Calibri" w:eastAsia="Calibri" w:hAnsi="Calibri" w:cs="Calibri"/>
                <w:sz w:val="20"/>
                <w:szCs w:val="20"/>
              </w:rPr>
              <w:t>w imieniu i na rzecz której działa:</w:t>
            </w:r>
          </w:p>
          <w:p w14:paraId="40C1CCA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Dystrybucja S.A. Oddział</w:t>
            </w:r>
            <w:r w:rsidRPr="000B1E29">
              <w:rPr>
                <w:rFonts w:ascii="Calibri" w:eastAsia="Times New Roman" w:hAnsi="Calibri" w:cs="Calibri"/>
                <w:b/>
                <w:iCs/>
                <w:sz w:val="20"/>
                <w:szCs w:val="20"/>
              </w:rPr>
              <w:br/>
              <w:t xml:space="preserve"> Skarżysko-Kamienna</w:t>
            </w:r>
          </w:p>
          <w:p w14:paraId="65D59BB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Al. Marszałka J. Piłsudskiego 51</w:t>
            </w:r>
          </w:p>
          <w:p w14:paraId="4EC4318B" w14:textId="77777777" w:rsidR="000B1E29" w:rsidRPr="000B1E29" w:rsidRDefault="000B1E29" w:rsidP="000B1E29">
            <w:pPr>
              <w:spacing w:before="120" w:after="120"/>
              <w:contextualSpacing/>
              <w:jc w:val="center"/>
              <w:rPr>
                <w:rFonts w:ascii="Calibri" w:eastAsia="Calibri" w:hAnsi="Calibri" w:cs="Calibri"/>
                <w:color w:val="000000"/>
                <w:sz w:val="22"/>
                <w:szCs w:val="20"/>
              </w:rPr>
            </w:pPr>
            <w:r w:rsidRPr="000B1E29">
              <w:rPr>
                <w:rFonts w:ascii="Calibri" w:eastAsia="Times New Roman" w:hAnsi="Calibri" w:cs="Calibri"/>
                <w:b/>
                <w:iCs/>
                <w:sz w:val="20"/>
                <w:szCs w:val="20"/>
              </w:rPr>
              <w:t>26-110 Skarżysko-Kamienna</w:t>
            </w:r>
          </w:p>
        </w:tc>
      </w:tr>
    </w:tbl>
    <w:p w14:paraId="384CC24A" w14:textId="77777777" w:rsidR="000B1E29" w:rsidRPr="000B1E29" w:rsidRDefault="000B1E29" w:rsidP="000B1E29">
      <w:pPr>
        <w:spacing w:before="360" w:after="240" w:line="240" w:lineRule="exact"/>
        <w:ind w:left="-284"/>
        <w:jc w:val="center"/>
        <w:rPr>
          <w:rFonts w:ascii="Calibri" w:eastAsia="Times New Roman" w:hAnsi="Calibri" w:cs="Calibri"/>
          <w:b/>
          <w:color w:val="00B0F0"/>
          <w:sz w:val="20"/>
          <w:szCs w:val="20"/>
          <w:lang w:eastAsia="pl-PL"/>
        </w:rPr>
      </w:pPr>
      <w:r w:rsidRPr="000B1E29">
        <w:rPr>
          <w:rFonts w:ascii="Calibri" w:eastAsia="Times New Roman" w:hAnsi="Calibri" w:cs="Calibri"/>
          <w:b/>
          <w:color w:val="00B0F0"/>
          <w:sz w:val="20"/>
          <w:szCs w:val="20"/>
          <w:lang w:eastAsia="pl-PL"/>
        </w:rPr>
        <w:t>OFERTA</w:t>
      </w:r>
    </w:p>
    <w:p w14:paraId="73C66CF8" w14:textId="6E8EA764" w:rsidR="000B1E29" w:rsidRDefault="000B1E29" w:rsidP="000B1E29">
      <w:pPr>
        <w:spacing w:after="120" w:line="288" w:lineRule="auto"/>
        <w:jc w:val="center"/>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Dotyczy postępowania zakupowego nr</w:t>
      </w:r>
      <w:r w:rsidRPr="000B1E29">
        <w:rPr>
          <w:rFonts w:ascii="Calibri" w:eastAsia="Times New Roman" w:hAnsi="Calibri" w:cs="Calibri"/>
          <w:b/>
          <w:color w:val="17365D"/>
          <w:sz w:val="22"/>
        </w:rPr>
        <w:t xml:space="preserve">: </w:t>
      </w:r>
      <w:sdt>
        <w:sdtPr>
          <w:rPr>
            <w:rFonts w:ascii="Calibri" w:eastAsia="Times New Roman" w:hAnsi="Calibri" w:cs="Calibri"/>
            <w:b/>
            <w:color w:val="286AEE" w:themeColor="accent4" w:themeTint="99"/>
            <w:sz w:val="22"/>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Content>
          <w:r w:rsidR="00750CEA" w:rsidRPr="00750CEA">
            <w:rPr>
              <w:rFonts w:ascii="Calibri" w:eastAsia="Times New Roman" w:hAnsi="Calibri" w:cs="Calibri"/>
              <w:b/>
              <w:color w:val="286AEE" w:themeColor="accent4" w:themeTint="99"/>
              <w:sz w:val="22"/>
            </w:rPr>
            <w:t>POST/DYS/OSK/GZ/00075/2026</w:t>
          </w:r>
        </w:sdtContent>
      </w:sdt>
      <w:r w:rsidRPr="000E36C4">
        <w:rPr>
          <w:rFonts w:ascii="Calibri" w:eastAsia="Times New Roman" w:hAnsi="Calibri" w:cs="Calibri"/>
          <w:color w:val="092D74" w:themeColor="accent4"/>
          <w:sz w:val="20"/>
          <w:szCs w:val="20"/>
          <w:lang w:eastAsia="pl-PL"/>
        </w:rPr>
        <w:t xml:space="preserve">  </w:t>
      </w:r>
      <w:r w:rsidRPr="000B1E29">
        <w:rPr>
          <w:rFonts w:ascii="Calibri" w:eastAsia="Times New Roman" w:hAnsi="Calibri" w:cs="Calibri"/>
          <w:sz w:val="20"/>
          <w:szCs w:val="20"/>
          <w:lang w:eastAsia="pl-PL"/>
        </w:rPr>
        <w:t>prowadzonego w trybie przetargu nieograniczonego pn.</w:t>
      </w:r>
    </w:p>
    <w:p w14:paraId="118F527E" w14:textId="270D9F22" w:rsidR="00E80521" w:rsidRPr="000B1E29" w:rsidRDefault="00750CEA" w:rsidP="00750CEA">
      <w:pPr>
        <w:spacing w:after="120" w:line="288" w:lineRule="auto"/>
        <w:jc w:val="center"/>
        <w:rPr>
          <w:rFonts w:ascii="Calibri" w:eastAsia="Times New Roman" w:hAnsi="Calibri" w:cs="Calibri"/>
          <w:b/>
          <w:color w:val="17365D"/>
          <w:sz w:val="22"/>
        </w:rPr>
      </w:pPr>
      <w:sdt>
        <w:sdtPr>
          <w:rPr>
            <w:b/>
            <w:color w:val="286AEE" w:themeColor="accent4" w:themeTint="99"/>
            <w:sz w:val="20"/>
            <w:szCs w:val="20"/>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Content>
          <w:r w:rsidRPr="00750CEA">
            <w:rPr>
              <w:b/>
              <w:color w:val="286AEE" w:themeColor="accent4" w:themeTint="99"/>
              <w:sz w:val="20"/>
              <w:szCs w:val="20"/>
            </w:rPr>
            <w:t>Zakup wsparcia dla IBM DB2.</w:t>
          </w:r>
        </w:sdtContent>
      </w:sdt>
    </w:p>
    <w:p w14:paraId="1E4F4900" w14:textId="5AD60482" w:rsidR="000B1E29" w:rsidRPr="000B1E29" w:rsidRDefault="000B1E29" w:rsidP="000B1E29">
      <w:pPr>
        <w:spacing w:line="240" w:lineRule="exact"/>
        <w:ind w:left="-284"/>
        <w:jc w:val="center"/>
        <w:rPr>
          <w:rFonts w:ascii="Calibri" w:eastAsia="Times New Roman" w:hAnsi="Calibri" w:cs="Calibri"/>
          <w:sz w:val="20"/>
          <w:szCs w:val="20"/>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Calibri"/>
                <w:b/>
                <w:sz w:val="20"/>
                <w:szCs w:val="20"/>
              </w:rPr>
              <w:t>WYKONAWCA składający Ofertę:</w:t>
            </w:r>
          </w:p>
        </w:tc>
        <w:tc>
          <w:tcPr>
            <w:tcW w:w="6520" w:type="dxa"/>
            <w:shd w:val="clear" w:color="auto" w:fill="DBE5F1"/>
            <w:vAlign w:val="center"/>
          </w:tcPr>
          <w:p w14:paraId="4CBB1BCD"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Wykonawcy, NIP, REGON</w:t>
            </w:r>
          </w:p>
        </w:tc>
      </w:tr>
      <w:tr w:rsidR="000B1E29" w:rsidRPr="000B1E29" w14:paraId="0413E8DC" w14:textId="77777777" w:rsidTr="000B1E29">
        <w:trPr>
          <w:trHeight w:val="532"/>
        </w:trPr>
        <w:tc>
          <w:tcPr>
            <w:tcW w:w="2694" w:type="dxa"/>
            <w:vAlign w:val="center"/>
          </w:tcPr>
          <w:p w14:paraId="7B7548F1"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1"/>
            </w:r>
          </w:p>
        </w:tc>
        <w:tc>
          <w:tcPr>
            <w:tcW w:w="6520" w:type="dxa"/>
            <w:vAlign w:val="center"/>
          </w:tcPr>
          <w:p w14:paraId="5D7C4946"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tc>
      </w:tr>
      <w:tr w:rsidR="000B1E29" w:rsidRPr="000B1E29" w14:paraId="4259C4F7"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1BBEDAE"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NIP:</w:t>
            </w:r>
          </w:p>
          <w:p w14:paraId="619A1303"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p>
          <w:p w14:paraId="6ED83C05"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REGON:</w:t>
            </w:r>
          </w:p>
          <w:p w14:paraId="7883752A"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p w14:paraId="6632B515"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tc>
      </w:tr>
      <w:tr w:rsidR="000B1E29" w:rsidRPr="000B1E29"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0B1E29" w:rsidRDefault="000B1E29" w:rsidP="000B1E29">
            <w:pPr>
              <w:spacing w:before="100" w:beforeAutospacing="1" w:after="100" w:afterAutospacing="1"/>
              <w:jc w:val="center"/>
              <w:rPr>
                <w:rFonts w:ascii="Calibri" w:eastAsia="Times New Roman" w:hAnsi="Calibri" w:cs="Arial"/>
                <w:b/>
                <w:color w:val="FF0000"/>
                <w:sz w:val="20"/>
                <w:szCs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0B1E29" w:rsidRDefault="000B1E29" w:rsidP="000B1E29">
            <w:pPr>
              <w:spacing w:before="100" w:beforeAutospacing="1" w:after="100" w:afterAutospacing="1"/>
              <w:ind w:left="-70"/>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uczestnika konsorcjum, NIP, REGON</w:t>
            </w:r>
          </w:p>
        </w:tc>
      </w:tr>
      <w:tr w:rsidR="000B1E29" w:rsidRPr="000B1E29" w14:paraId="618698D8"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A2D5D3D"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95E9241"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C1D77B9"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tc>
      </w:tr>
      <w:tr w:rsidR="000B1E29" w:rsidRPr="000B1E29" w14:paraId="381B47FE"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7581EE"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NIP:</w:t>
            </w:r>
          </w:p>
          <w:p w14:paraId="4D0631DF"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p>
          <w:p w14:paraId="01B40A83"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REGON:</w:t>
            </w:r>
          </w:p>
          <w:p w14:paraId="7303F68A"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7A15F9C1"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tc>
      </w:tr>
    </w:tbl>
    <w:p w14:paraId="09A59DE3" w14:textId="77777777" w:rsidR="000B1E29" w:rsidRPr="000B1E29" w:rsidRDefault="000B1E29" w:rsidP="000B1E29">
      <w:pPr>
        <w:spacing w:line="240" w:lineRule="exact"/>
        <w:contextualSpacing/>
        <w:jc w:val="both"/>
        <w:rPr>
          <w:rFonts w:ascii="Calibri" w:eastAsia="Times New Roman" w:hAnsi="Calibri" w:cs="Calibri"/>
          <w:b/>
          <w:sz w:val="20"/>
          <w:szCs w:val="20"/>
        </w:rPr>
      </w:pPr>
    </w:p>
    <w:p w14:paraId="31A6D34D" w14:textId="77777777" w:rsidR="000B1E29" w:rsidRPr="000B1E29" w:rsidRDefault="000B1E29" w:rsidP="0090247B">
      <w:pPr>
        <w:numPr>
          <w:ilvl w:val="5"/>
          <w:numId w:val="29"/>
        </w:numPr>
        <w:spacing w:after="0" w:line="240" w:lineRule="exact"/>
        <w:ind w:left="0" w:hanging="284"/>
        <w:contextualSpacing/>
        <w:jc w:val="both"/>
        <w:rPr>
          <w:rFonts w:ascii="Calibri" w:eastAsia="Times New Roman" w:hAnsi="Calibri" w:cs="Calibri"/>
          <w:b/>
          <w:sz w:val="20"/>
          <w:szCs w:val="20"/>
        </w:rPr>
      </w:pPr>
      <w:r w:rsidRPr="000B1E29">
        <w:rPr>
          <w:rFonts w:ascii="Calibri" w:eastAsia="Times New Roman" w:hAnsi="Calibri" w:cs="Calibri"/>
          <w:b/>
          <w:sz w:val="20"/>
          <w:szCs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0FD709FD" w14:textId="77777777" w:rsidTr="000B1E29">
        <w:tc>
          <w:tcPr>
            <w:tcW w:w="2694" w:type="dxa"/>
            <w:shd w:val="clear" w:color="auto" w:fill="F2F2F2"/>
          </w:tcPr>
          <w:p w14:paraId="6804EF89"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Imię i nazwisko</w:t>
            </w:r>
          </w:p>
        </w:tc>
        <w:tc>
          <w:tcPr>
            <w:tcW w:w="6520" w:type="dxa"/>
          </w:tcPr>
          <w:p w14:paraId="20664E50"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15F095A0" w14:textId="77777777" w:rsidTr="000B1E29">
        <w:tc>
          <w:tcPr>
            <w:tcW w:w="2694" w:type="dxa"/>
            <w:shd w:val="clear" w:color="auto" w:fill="F2F2F2"/>
          </w:tcPr>
          <w:p w14:paraId="47A6E7DB"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Firma i adres</w:t>
            </w:r>
          </w:p>
        </w:tc>
        <w:tc>
          <w:tcPr>
            <w:tcW w:w="6520" w:type="dxa"/>
          </w:tcPr>
          <w:p w14:paraId="69199832"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688F52D3" w14:textId="77777777" w:rsidTr="000B1E29">
        <w:tc>
          <w:tcPr>
            <w:tcW w:w="2694" w:type="dxa"/>
            <w:shd w:val="clear" w:color="auto" w:fill="F2F2F2"/>
          </w:tcPr>
          <w:p w14:paraId="49A8DE56"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Telefon</w:t>
            </w:r>
          </w:p>
        </w:tc>
        <w:tc>
          <w:tcPr>
            <w:tcW w:w="6520" w:type="dxa"/>
          </w:tcPr>
          <w:p w14:paraId="6E666075"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0D8045ED" w14:textId="77777777" w:rsidTr="000B1E29">
        <w:tc>
          <w:tcPr>
            <w:tcW w:w="2694" w:type="dxa"/>
            <w:shd w:val="clear" w:color="auto" w:fill="F2F2F2"/>
          </w:tcPr>
          <w:p w14:paraId="5D695F43"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proofErr w:type="spellStart"/>
            <w:r w:rsidRPr="000B1E29">
              <w:rPr>
                <w:rFonts w:ascii="Calibri" w:eastAsia="Times New Roman" w:hAnsi="Calibri" w:cs="Calibri"/>
                <w:b/>
                <w:sz w:val="20"/>
                <w:szCs w:val="20"/>
                <w:lang w:val="de-DE"/>
              </w:rPr>
              <w:t>e-mail</w:t>
            </w:r>
            <w:proofErr w:type="spellEnd"/>
          </w:p>
          <w:p w14:paraId="2E787BC9"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r w:rsidRPr="000B1E29">
              <w:rPr>
                <w:rFonts w:ascii="Calibri" w:eastAsia="Times New Roman" w:hAnsi="Calibri" w:cs="Calibri"/>
                <w:b/>
                <w:sz w:val="20"/>
                <w:szCs w:val="20"/>
              </w:rPr>
              <w:t xml:space="preserve">podany przez Wykonawcę  podczas rejestracji na platformie Market Planet </w:t>
            </w:r>
            <w:proofErr w:type="spellStart"/>
            <w:r w:rsidRPr="000B1E29">
              <w:rPr>
                <w:rFonts w:ascii="Calibri" w:eastAsia="Times New Roman" w:hAnsi="Calibri" w:cs="Calibri"/>
                <w:b/>
                <w:sz w:val="20"/>
                <w:szCs w:val="20"/>
              </w:rPr>
              <w:t>OnePlace</w:t>
            </w:r>
            <w:proofErr w:type="spellEnd"/>
            <w:r w:rsidRPr="000B1E29">
              <w:rPr>
                <w:rFonts w:ascii="Calibri" w:eastAsia="Times New Roman" w:hAnsi="Calibri" w:cs="Calibri"/>
                <w:b/>
                <w:sz w:val="20"/>
                <w:szCs w:val="20"/>
              </w:rPr>
              <w:t xml:space="preserve"> i SWPP2</w:t>
            </w:r>
            <w:r w:rsidRPr="000B1E29">
              <w:rPr>
                <w:rFonts w:ascii="Calibri" w:eastAsia="Times New Roman" w:hAnsi="Calibri" w:cs="Calibri"/>
                <w:b/>
                <w:sz w:val="20"/>
                <w:szCs w:val="20"/>
                <w:lang w:val="de-DE"/>
              </w:rPr>
              <w:t>.</w:t>
            </w:r>
          </w:p>
        </w:tc>
        <w:tc>
          <w:tcPr>
            <w:tcW w:w="6520" w:type="dxa"/>
          </w:tcPr>
          <w:p w14:paraId="5F319DD1" w14:textId="77777777" w:rsidR="000B1E29" w:rsidRPr="000B1E29" w:rsidRDefault="000B1E29" w:rsidP="000B1E29">
            <w:pPr>
              <w:spacing w:before="100" w:after="0" w:line="240" w:lineRule="exact"/>
              <w:jc w:val="both"/>
              <w:rPr>
                <w:rFonts w:ascii="Calibri" w:eastAsia="Times New Roman" w:hAnsi="Calibri" w:cs="Calibri"/>
                <w:sz w:val="20"/>
                <w:szCs w:val="20"/>
                <w:lang w:val="de-DE"/>
              </w:rPr>
            </w:pPr>
          </w:p>
        </w:tc>
      </w:tr>
    </w:tbl>
    <w:p w14:paraId="0D075743"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6DAB67B9" w14:textId="3C4FBB12" w:rsidR="000B1E29" w:rsidRPr="00B71D43" w:rsidRDefault="000B1E29" w:rsidP="000B1E29">
      <w:pPr>
        <w:tabs>
          <w:tab w:val="center" w:pos="4536"/>
          <w:tab w:val="right" w:pos="9072"/>
        </w:tabs>
        <w:spacing w:after="0" w:line="240" w:lineRule="exact"/>
        <w:jc w:val="both"/>
        <w:rPr>
          <w:rFonts w:ascii="Calibri" w:eastAsia="Times New Roman" w:hAnsi="Calibri" w:cs="Calibri"/>
          <w:sz w:val="20"/>
          <w:szCs w:val="20"/>
        </w:rPr>
      </w:pPr>
      <w:r w:rsidRPr="00B71D43">
        <w:rPr>
          <w:rFonts w:ascii="Calibri" w:eastAsia="Times New Roman" w:hAnsi="Calibri" w:cs="Calibri"/>
          <w:b/>
          <w:sz w:val="20"/>
          <w:szCs w:val="20"/>
        </w:rPr>
        <w:t xml:space="preserve">OSOBA UPRAWNIONA DO UDZIAŁU W </w:t>
      </w:r>
      <w:r w:rsidR="00B71D43">
        <w:rPr>
          <w:rFonts w:ascii="Calibri" w:eastAsia="Times New Roman" w:hAnsi="Calibri" w:cs="Calibri"/>
          <w:b/>
          <w:sz w:val="20"/>
          <w:szCs w:val="20"/>
        </w:rPr>
        <w:t>NEGOCJACJACH</w:t>
      </w:r>
      <w:r w:rsidRPr="00B71D43">
        <w:rPr>
          <w:rFonts w:ascii="Calibri" w:eastAsia="Times New Roman" w:hAnsi="Calibri" w:cs="Calibri"/>
          <w:b/>
          <w:i/>
          <w:sz w:val="20"/>
          <w:szCs w:val="20"/>
        </w:rPr>
        <w:t>:</w:t>
      </w:r>
      <w:r w:rsidRPr="00B71D43">
        <w:rPr>
          <w:rFonts w:ascii="Calibri" w:eastAsia="Times New Roman" w:hAnsi="Calibri" w:cs="Calibri"/>
          <w:i/>
          <w:sz w:val="20"/>
          <w:szCs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B71D43" w14:paraId="688177E7" w14:textId="77777777" w:rsidTr="000B1E29">
        <w:tc>
          <w:tcPr>
            <w:tcW w:w="2694" w:type="dxa"/>
            <w:shd w:val="clear" w:color="auto" w:fill="F2F2F2"/>
          </w:tcPr>
          <w:p w14:paraId="63B721DC" w14:textId="77777777" w:rsidR="000B1E29" w:rsidRPr="00B71D43" w:rsidRDefault="000B1E29" w:rsidP="000B1E29">
            <w:pPr>
              <w:spacing w:before="100" w:after="0" w:line="240" w:lineRule="exact"/>
              <w:jc w:val="center"/>
              <w:rPr>
                <w:rFonts w:ascii="Calibri" w:eastAsia="Times New Roman" w:hAnsi="Calibri" w:cs="Calibri"/>
                <w:b/>
                <w:sz w:val="20"/>
                <w:szCs w:val="20"/>
              </w:rPr>
            </w:pPr>
            <w:r w:rsidRPr="00B71D43">
              <w:rPr>
                <w:rFonts w:ascii="Calibri" w:eastAsia="Times New Roman" w:hAnsi="Calibri" w:cs="Calibri"/>
                <w:b/>
                <w:sz w:val="20"/>
                <w:szCs w:val="20"/>
              </w:rPr>
              <w:t>Imię i nazwisko</w:t>
            </w:r>
          </w:p>
        </w:tc>
        <w:tc>
          <w:tcPr>
            <w:tcW w:w="6520" w:type="dxa"/>
          </w:tcPr>
          <w:p w14:paraId="039AE64B" w14:textId="77777777" w:rsidR="000B1E29" w:rsidRPr="00B71D43" w:rsidRDefault="000B1E29" w:rsidP="000B1E29">
            <w:pPr>
              <w:spacing w:before="100" w:after="0" w:line="240" w:lineRule="exact"/>
              <w:jc w:val="both"/>
              <w:rPr>
                <w:rFonts w:ascii="Calibri" w:eastAsia="Times New Roman" w:hAnsi="Calibri" w:cs="Calibri"/>
                <w:sz w:val="20"/>
                <w:szCs w:val="20"/>
              </w:rPr>
            </w:pPr>
          </w:p>
        </w:tc>
      </w:tr>
      <w:tr w:rsidR="000B1E29" w:rsidRPr="00B71D43" w14:paraId="7E0FBAC2" w14:textId="77777777" w:rsidTr="000B1E29">
        <w:tc>
          <w:tcPr>
            <w:tcW w:w="2694" w:type="dxa"/>
            <w:shd w:val="clear" w:color="auto" w:fill="F2F2F2"/>
          </w:tcPr>
          <w:p w14:paraId="49E1BCA6" w14:textId="77777777" w:rsidR="000B1E29" w:rsidRPr="00B71D43" w:rsidRDefault="000B1E29" w:rsidP="000B1E29">
            <w:pPr>
              <w:spacing w:before="100" w:after="0" w:line="240" w:lineRule="exact"/>
              <w:jc w:val="center"/>
              <w:rPr>
                <w:rFonts w:ascii="Calibri" w:eastAsia="Times New Roman" w:hAnsi="Calibri" w:cs="Calibri"/>
                <w:b/>
                <w:sz w:val="20"/>
                <w:szCs w:val="20"/>
              </w:rPr>
            </w:pPr>
            <w:r w:rsidRPr="00B71D43">
              <w:rPr>
                <w:rFonts w:ascii="Calibri" w:eastAsia="Times New Roman" w:hAnsi="Calibri" w:cs="Calibri"/>
                <w:b/>
                <w:sz w:val="20"/>
                <w:szCs w:val="20"/>
              </w:rPr>
              <w:t>Firma i adres</w:t>
            </w:r>
          </w:p>
        </w:tc>
        <w:tc>
          <w:tcPr>
            <w:tcW w:w="6520" w:type="dxa"/>
          </w:tcPr>
          <w:p w14:paraId="740EFD13" w14:textId="77777777" w:rsidR="000B1E29" w:rsidRPr="00B71D43" w:rsidRDefault="000B1E29" w:rsidP="000B1E29">
            <w:pPr>
              <w:spacing w:before="100" w:after="0" w:line="240" w:lineRule="exact"/>
              <w:jc w:val="both"/>
              <w:rPr>
                <w:rFonts w:ascii="Calibri" w:eastAsia="Times New Roman" w:hAnsi="Calibri" w:cs="Calibri"/>
                <w:sz w:val="20"/>
                <w:szCs w:val="20"/>
              </w:rPr>
            </w:pPr>
          </w:p>
        </w:tc>
      </w:tr>
      <w:tr w:rsidR="000B1E29" w:rsidRPr="00B71D43" w14:paraId="0774B406" w14:textId="77777777" w:rsidTr="000B1E29">
        <w:tc>
          <w:tcPr>
            <w:tcW w:w="2694" w:type="dxa"/>
            <w:shd w:val="clear" w:color="auto" w:fill="F2F2F2"/>
          </w:tcPr>
          <w:p w14:paraId="3C7CA43B" w14:textId="77777777" w:rsidR="000B1E29" w:rsidRPr="00B71D43" w:rsidRDefault="000B1E29" w:rsidP="000B1E29">
            <w:pPr>
              <w:spacing w:before="100" w:after="0" w:line="240" w:lineRule="exact"/>
              <w:jc w:val="center"/>
              <w:rPr>
                <w:rFonts w:ascii="Calibri" w:eastAsia="Times New Roman" w:hAnsi="Calibri" w:cs="Calibri"/>
                <w:b/>
                <w:sz w:val="20"/>
                <w:szCs w:val="20"/>
              </w:rPr>
            </w:pPr>
            <w:r w:rsidRPr="00B71D43">
              <w:rPr>
                <w:rFonts w:ascii="Calibri" w:eastAsia="Times New Roman" w:hAnsi="Calibri" w:cs="Calibri"/>
                <w:b/>
                <w:sz w:val="20"/>
                <w:szCs w:val="20"/>
              </w:rPr>
              <w:t>Telefon</w:t>
            </w:r>
          </w:p>
        </w:tc>
        <w:tc>
          <w:tcPr>
            <w:tcW w:w="6520" w:type="dxa"/>
          </w:tcPr>
          <w:p w14:paraId="14B539BD" w14:textId="77777777" w:rsidR="000B1E29" w:rsidRPr="00B71D43" w:rsidRDefault="000B1E29" w:rsidP="000B1E29">
            <w:pPr>
              <w:spacing w:before="100" w:after="0" w:line="240" w:lineRule="exact"/>
              <w:jc w:val="both"/>
              <w:rPr>
                <w:rFonts w:ascii="Calibri" w:eastAsia="Times New Roman" w:hAnsi="Calibri" w:cs="Calibri"/>
                <w:sz w:val="20"/>
                <w:szCs w:val="20"/>
              </w:rPr>
            </w:pPr>
          </w:p>
        </w:tc>
      </w:tr>
      <w:tr w:rsidR="000B1E29" w:rsidRPr="00B71D43" w14:paraId="562F7805" w14:textId="77777777" w:rsidTr="000B1E29">
        <w:tc>
          <w:tcPr>
            <w:tcW w:w="2694" w:type="dxa"/>
            <w:shd w:val="clear" w:color="auto" w:fill="F2F2F2"/>
          </w:tcPr>
          <w:p w14:paraId="232AEBAD" w14:textId="77777777" w:rsidR="000B1E29" w:rsidRPr="00B71D43" w:rsidRDefault="000B1E29" w:rsidP="000B1E29">
            <w:pPr>
              <w:spacing w:before="100" w:after="0" w:line="240" w:lineRule="exact"/>
              <w:jc w:val="center"/>
              <w:rPr>
                <w:rFonts w:ascii="Calibri" w:eastAsia="Times New Roman" w:hAnsi="Calibri" w:cs="Calibri"/>
                <w:b/>
                <w:sz w:val="20"/>
                <w:szCs w:val="20"/>
                <w:lang w:val="de-DE"/>
              </w:rPr>
            </w:pPr>
            <w:proofErr w:type="spellStart"/>
            <w:r w:rsidRPr="00B71D43">
              <w:rPr>
                <w:rFonts w:ascii="Calibri" w:eastAsia="Times New Roman" w:hAnsi="Calibri" w:cs="Calibri"/>
                <w:b/>
                <w:sz w:val="20"/>
                <w:szCs w:val="20"/>
                <w:lang w:val="de-DE"/>
              </w:rPr>
              <w:t>e-mail</w:t>
            </w:r>
            <w:proofErr w:type="spellEnd"/>
          </w:p>
        </w:tc>
        <w:tc>
          <w:tcPr>
            <w:tcW w:w="6520" w:type="dxa"/>
          </w:tcPr>
          <w:p w14:paraId="40A006BE" w14:textId="77777777" w:rsidR="000B1E29" w:rsidRPr="00B71D43" w:rsidRDefault="000B1E29" w:rsidP="000B1E29">
            <w:pPr>
              <w:spacing w:before="100" w:after="0" w:line="240" w:lineRule="exact"/>
              <w:jc w:val="both"/>
              <w:rPr>
                <w:rFonts w:ascii="Calibri" w:eastAsia="Times New Roman" w:hAnsi="Calibri" w:cs="Calibri"/>
                <w:sz w:val="20"/>
                <w:szCs w:val="20"/>
                <w:lang w:val="de-DE"/>
              </w:rPr>
            </w:pPr>
          </w:p>
        </w:tc>
      </w:tr>
    </w:tbl>
    <w:p w14:paraId="5B147B70"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3BD06250" w14:textId="77777777" w:rsidR="000B1E29" w:rsidRPr="000B1E29" w:rsidRDefault="000B1E29" w:rsidP="0090247B">
      <w:pPr>
        <w:numPr>
          <w:ilvl w:val="5"/>
          <w:numId w:val="29"/>
        </w:numPr>
        <w:spacing w:after="0" w:line="240" w:lineRule="exact"/>
        <w:ind w:left="0" w:hanging="284"/>
        <w:contextualSpacing/>
        <w:jc w:val="both"/>
        <w:rPr>
          <w:rFonts w:ascii="Calibri" w:eastAsia="Times New Roman" w:hAnsi="Calibri" w:cs="Calibri"/>
          <w:sz w:val="20"/>
          <w:szCs w:val="20"/>
        </w:rPr>
      </w:pPr>
      <w:r w:rsidRPr="000B1E29">
        <w:rPr>
          <w:rFonts w:ascii="Calibri" w:eastAsia="Times New Roman" w:hAnsi="Calibri" w:cs="Calibri"/>
          <w:color w:val="00B0F0"/>
          <w:sz w:val="20"/>
          <w:szCs w:val="20"/>
          <w:lang w:eastAsia="pl-PL"/>
        </w:rPr>
        <w:t>CENA OFERTY</w:t>
      </w:r>
      <w:r w:rsidRPr="000B1E29">
        <w:rPr>
          <w:rFonts w:ascii="Times New Roman" w:eastAsia="Times New Roman" w:hAnsi="Times New Roman" w:cs="Times New Roman"/>
          <w:color w:val="00B0F0"/>
          <w:sz w:val="22"/>
          <w:szCs w:val="20"/>
          <w:vertAlign w:val="superscript"/>
          <w:lang w:eastAsia="pl-PL"/>
        </w:rPr>
        <w:footnoteReference w:id="3"/>
      </w:r>
      <w:r w:rsidRPr="000B1E29">
        <w:rPr>
          <w:rFonts w:ascii="Calibri" w:eastAsia="Times New Roman" w:hAnsi="Calibri" w:cs="Calibri"/>
          <w:color w:val="00B0F0"/>
          <w:sz w:val="20"/>
          <w:szCs w:val="20"/>
          <w:vertAlign w:val="superscript"/>
          <w:lang w:eastAsia="pl-PL"/>
        </w:rPr>
        <w:t>:</w:t>
      </w:r>
    </w:p>
    <w:p w14:paraId="44585CBF" w14:textId="7CF5DBB6" w:rsidR="000B1E29" w:rsidRDefault="000B1E29" w:rsidP="000B1E29">
      <w:pPr>
        <w:spacing w:line="240" w:lineRule="exact"/>
        <w:ind w:left="-284"/>
        <w:jc w:val="both"/>
        <w:rPr>
          <w:rFonts w:ascii="Calibri" w:eastAsia="Times New Roman" w:hAnsi="Calibri" w:cs="Calibri"/>
          <w:sz w:val="20"/>
          <w:szCs w:val="20"/>
        </w:rPr>
      </w:pPr>
      <w:r w:rsidRPr="000B1E29">
        <w:rPr>
          <w:rFonts w:ascii="Calibri" w:eastAsia="Times New Roman" w:hAnsi="Calibri" w:cs="Calibri"/>
          <w:sz w:val="20"/>
          <w:szCs w:val="20"/>
        </w:rPr>
        <w:t xml:space="preserve">My, niżej podpisani, oferujemy, zgodnie z wymaganiami określonymi w SWZ, wykonanie przedmiotu Zakupu: </w:t>
      </w:r>
      <w:r w:rsidRPr="000E36C4">
        <w:rPr>
          <w:rFonts w:ascii="Calibri" w:eastAsia="Times New Roman" w:hAnsi="Calibri" w:cs="Calibri"/>
          <w:b/>
          <w:color w:val="092D74" w:themeColor="accent4"/>
          <w:sz w:val="20"/>
          <w:szCs w:val="20"/>
        </w:rPr>
        <w:t>„</w:t>
      </w:r>
      <w:sdt>
        <w:sdtPr>
          <w:rPr>
            <w:rFonts w:ascii="Calibri" w:eastAsia="Times New Roman" w:hAnsi="Calibri" w:cs="Calibri"/>
            <w:b/>
            <w:color w:val="092D74" w:themeColor="accent4"/>
            <w:sz w:val="22"/>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750CEA">
            <w:rPr>
              <w:rFonts w:ascii="Calibri" w:eastAsia="Times New Roman" w:hAnsi="Calibri" w:cs="Calibri"/>
              <w:b/>
              <w:color w:val="092D74" w:themeColor="accent4"/>
              <w:sz w:val="22"/>
            </w:rPr>
            <w:t>Zakup wsparcia dla IBM DB2.</w:t>
          </w:r>
        </w:sdtContent>
      </w:sdt>
      <w:r w:rsidRPr="000E36C4">
        <w:rPr>
          <w:rFonts w:ascii="Calibri" w:eastAsia="Times New Roman" w:hAnsi="Calibri" w:cs="Calibri"/>
          <w:b/>
          <w:color w:val="092D74" w:themeColor="accent4"/>
          <w:sz w:val="20"/>
          <w:szCs w:val="20"/>
        </w:rPr>
        <w:t xml:space="preserve"> </w:t>
      </w:r>
      <w:r w:rsidRPr="000B1E29">
        <w:rPr>
          <w:rFonts w:ascii="Calibri" w:eastAsia="Times New Roman" w:hAnsi="Calibri" w:cs="Calibri"/>
          <w:b/>
          <w:sz w:val="20"/>
          <w:szCs w:val="20"/>
        </w:rPr>
        <w:t>”, Nr postępowania.</w:t>
      </w:r>
      <w:r w:rsidRPr="000B1E29">
        <w:rPr>
          <w:rFonts w:ascii="Calibri" w:eastAsia="Times New Roman" w:hAnsi="Calibri" w:cs="Calibri"/>
          <w:b/>
          <w:color w:val="17365D"/>
          <w:sz w:val="20"/>
          <w:szCs w:val="20"/>
        </w:rPr>
        <w:t xml:space="preserve"> </w:t>
      </w:r>
      <w:sdt>
        <w:sdtPr>
          <w:rPr>
            <w:rFonts w:ascii="Calibri" w:eastAsia="Times New Roman" w:hAnsi="Calibri" w:cs="Calibri"/>
            <w:b/>
            <w:color w:val="17365D"/>
            <w:sz w:val="20"/>
            <w:szCs w:val="20"/>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750CEA">
            <w:rPr>
              <w:rFonts w:ascii="Calibri" w:eastAsia="Times New Roman" w:hAnsi="Calibri" w:cs="Calibri"/>
              <w:b/>
              <w:color w:val="17365D"/>
              <w:sz w:val="20"/>
              <w:szCs w:val="20"/>
            </w:rPr>
            <w:t>POST/DYS/OSK/GZ/00075/2026</w:t>
          </w:r>
        </w:sdtContent>
      </w:sdt>
      <w:r w:rsidRPr="000B1E29">
        <w:rPr>
          <w:rFonts w:ascii="Calibri" w:eastAsia="Times New Roman" w:hAnsi="Calibri" w:cs="Calibri"/>
          <w:b/>
          <w:color w:val="17365D"/>
          <w:sz w:val="20"/>
          <w:szCs w:val="20"/>
        </w:rPr>
        <w:t xml:space="preserve"> </w:t>
      </w:r>
      <w:r w:rsidRPr="000B1E29">
        <w:rPr>
          <w:rFonts w:ascii="Calibri" w:eastAsia="Times New Roman" w:hAnsi="Calibri" w:cs="Calibri"/>
          <w:b/>
          <w:sz w:val="20"/>
          <w:szCs w:val="20"/>
        </w:rPr>
        <w:t xml:space="preserve"> </w:t>
      </w:r>
      <w:r w:rsidRPr="000B1E29">
        <w:rPr>
          <w:rFonts w:ascii="Calibri" w:eastAsia="Times New Roman" w:hAnsi="Calibri" w:cs="Calibri"/>
          <w:sz w:val="20"/>
          <w:szCs w:val="20"/>
        </w:rPr>
        <w:t>za:</w:t>
      </w:r>
    </w:p>
    <w:p w14:paraId="3B789787" w14:textId="77777777" w:rsidR="00B71D43" w:rsidRDefault="00B71D43" w:rsidP="000B1E29">
      <w:pPr>
        <w:spacing w:line="240" w:lineRule="exact"/>
        <w:ind w:left="-284"/>
        <w:jc w:val="both"/>
        <w:rPr>
          <w:rFonts w:ascii="Calibri" w:eastAsia="Times New Roman" w:hAnsi="Calibri" w:cs="Calibri"/>
          <w:sz w:val="20"/>
          <w:szCs w:val="20"/>
        </w:rPr>
      </w:pPr>
    </w:p>
    <w:p w14:paraId="7DF78535" w14:textId="77777777" w:rsidR="00B71D43" w:rsidRPr="00C50BF0" w:rsidRDefault="00B71D43" w:rsidP="00B71D43">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1BBE3665" w14:textId="77777777" w:rsidR="00B71D43" w:rsidRPr="00C50BF0" w:rsidRDefault="00B71D43" w:rsidP="00B71D43">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37B8292B" w14:textId="4F6B12EB" w:rsidR="003C2089" w:rsidRPr="00750CEA" w:rsidRDefault="00B71D43" w:rsidP="00750CEA">
      <w:pPr>
        <w:spacing w:line="240" w:lineRule="exact"/>
        <w:ind w:left="284"/>
        <w:jc w:val="both"/>
        <w:rPr>
          <w:rFonts w:eastAsia="Times New Roman" w:cs="Calibri"/>
          <w:bCs/>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18A9B530" w14:textId="77777777" w:rsidR="000B1E29" w:rsidRPr="00FD5C72" w:rsidRDefault="000B1E29" w:rsidP="0090247B">
      <w:pPr>
        <w:numPr>
          <w:ilvl w:val="5"/>
          <w:numId w:val="29"/>
        </w:numPr>
        <w:spacing w:before="240" w:after="0" w:line="240" w:lineRule="exact"/>
        <w:ind w:left="0" w:hanging="284"/>
        <w:jc w:val="both"/>
        <w:rPr>
          <w:rFonts w:ascii="Calibri" w:eastAsia="Times New Roman" w:hAnsi="Calibri" w:cs="Calibri"/>
          <w:color w:val="00B0F0"/>
          <w:sz w:val="20"/>
          <w:szCs w:val="20"/>
          <w:lang w:eastAsia="pl-PL"/>
        </w:rPr>
      </w:pPr>
      <w:r w:rsidRPr="00FD5C72">
        <w:rPr>
          <w:rFonts w:ascii="Calibri" w:eastAsia="Times New Roman" w:hAnsi="Calibri" w:cs="Calibri"/>
          <w:color w:val="00B0F0"/>
          <w:sz w:val="20"/>
          <w:szCs w:val="20"/>
          <w:lang w:eastAsia="pl-PL"/>
        </w:rPr>
        <w:t>OŚWIADCZENIA I INFORMACJE:</w:t>
      </w:r>
    </w:p>
    <w:p w14:paraId="4198B772" w14:textId="77777777" w:rsidR="000B1E29" w:rsidRPr="000B1E29" w:rsidRDefault="000B1E29" w:rsidP="000B1E29">
      <w:pPr>
        <w:spacing w:after="0" w:line="240" w:lineRule="exact"/>
        <w:contextualSpacing/>
        <w:jc w:val="both"/>
        <w:rPr>
          <w:rFonts w:ascii="Calibri" w:eastAsia="Times New Roman" w:hAnsi="Calibri" w:cs="Calibri"/>
          <w:sz w:val="20"/>
          <w:szCs w:val="20"/>
        </w:rPr>
      </w:pPr>
      <w:r w:rsidRPr="000B1E29">
        <w:rPr>
          <w:rFonts w:ascii="Calibri" w:eastAsia="Times New Roman" w:hAnsi="Calibri" w:cs="Calibri"/>
          <w:b/>
          <w:sz w:val="20"/>
          <w:szCs w:val="20"/>
        </w:rPr>
        <w:t>My, niżej podpisani, niniejszym oświadczamy, co następuje</w:t>
      </w:r>
      <w:r w:rsidRPr="000B1E29">
        <w:rPr>
          <w:rFonts w:ascii="Calibri" w:eastAsia="Times New Roman" w:hAnsi="Calibri" w:cs="Calibri"/>
          <w:sz w:val="20"/>
          <w:szCs w:val="20"/>
        </w:rPr>
        <w:t>:</w:t>
      </w:r>
    </w:p>
    <w:p w14:paraId="1AC2756C"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Spełniamy warunki udziału w postępowaniu wskazane w pkt. 1.2 Załącznika nr 2 do SWZ, jeśli Zamawiający wskazał takie warunki. </w:t>
      </w:r>
      <w:r w:rsidRPr="000B1E29">
        <w:rPr>
          <w:rFonts w:ascii="Calibri" w:eastAsia="Times New Roman" w:hAnsi="Calibri" w:cs="Calibri"/>
          <w:sz w:val="20"/>
          <w:szCs w:val="20"/>
        </w:rPr>
        <w:t xml:space="preserve">W zakresie warunków udziału w postępowaniu, o których mowa powyżej </w:t>
      </w:r>
      <w:r w:rsidRPr="000B1E29">
        <w:rPr>
          <w:rFonts w:ascii="Calibri" w:eastAsia="Times New Roman" w:hAnsi="Calibri" w:cs="Calibri"/>
          <w:b/>
          <w:color w:val="00B0F0"/>
          <w:sz w:val="22"/>
        </w:rPr>
        <w:t>zamierzamy/nie zamierzamy</w:t>
      </w:r>
      <w:r w:rsidRPr="000B1E29">
        <w:rPr>
          <w:rFonts w:ascii="Calibri" w:eastAsia="Times New Roman" w:hAnsi="Calibri" w:cs="Calibri"/>
          <w:color w:val="00B0F0"/>
          <w:sz w:val="22"/>
          <w:vertAlign w:val="superscript"/>
        </w:rPr>
        <w:footnoteReference w:id="4"/>
      </w:r>
      <w:r w:rsidRPr="000B1E29">
        <w:rPr>
          <w:rFonts w:ascii="Calibri" w:eastAsia="Times New Roman" w:hAnsi="Calibri" w:cs="Calibri"/>
          <w:color w:val="00B0F0"/>
          <w:sz w:val="20"/>
          <w:szCs w:val="20"/>
        </w:rPr>
        <w:t xml:space="preserve">  </w:t>
      </w:r>
      <w:r w:rsidRPr="000B1E29">
        <w:rPr>
          <w:rFonts w:ascii="Calibri" w:eastAsia="Times New Roman" w:hAnsi="Calibri" w:cs="Calibri"/>
          <w:b/>
          <w:sz w:val="20"/>
          <w:szCs w:val="20"/>
        </w:rPr>
        <w:t>polegać na potencjale następującego podmiotu udostępniającego zasoby</w:t>
      </w:r>
      <w:r w:rsidRPr="000B1E29">
        <w:rPr>
          <w:rFonts w:ascii="Calibri" w:eastAsia="Times New Roman" w:hAnsi="Calibri" w:cs="Calibri"/>
          <w:sz w:val="20"/>
          <w:szCs w:val="20"/>
        </w:rPr>
        <w:t>, tj. ……………………………. Zobowiązanie podmiotu do udostępnienia zasobów przekazujemy w załączeniu.</w:t>
      </w:r>
      <w:r w:rsidRPr="000B1E29">
        <w:rPr>
          <w:rFonts w:ascii="Calibri" w:eastAsia="Times New Roman" w:hAnsi="Calibri" w:cs="Calibri"/>
          <w:sz w:val="20"/>
          <w:szCs w:val="20"/>
          <w:lang w:eastAsia="pl-PL"/>
        </w:rPr>
        <w:t xml:space="preserve"> Na potwierdzenie składamy  oświadczenie – zgodnie z </w:t>
      </w:r>
      <w:r w:rsidRPr="000B1E29">
        <w:rPr>
          <w:rFonts w:ascii="Calibri" w:eastAsia="Times New Roman" w:hAnsi="Calibri" w:cs="Calibri"/>
          <w:b/>
          <w:sz w:val="20"/>
          <w:szCs w:val="20"/>
          <w:lang w:eastAsia="pl-PL"/>
        </w:rPr>
        <w:t xml:space="preserve">Załącznikiem nr </w:t>
      </w:r>
      <w:r w:rsidRPr="004C5249">
        <w:rPr>
          <w:rFonts w:ascii="Calibri" w:eastAsia="Times New Roman" w:hAnsi="Calibri" w:cs="Calibri"/>
          <w:b/>
          <w:sz w:val="20"/>
          <w:szCs w:val="20"/>
          <w:lang w:eastAsia="pl-PL"/>
        </w:rPr>
        <w:t>10 do SWZ</w:t>
      </w:r>
      <w:r w:rsidRPr="004C5249">
        <w:rPr>
          <w:rFonts w:ascii="Calibri" w:eastAsia="Times New Roman" w:hAnsi="Calibri" w:cs="Calibri"/>
          <w:sz w:val="20"/>
          <w:szCs w:val="20"/>
        </w:rPr>
        <w:t xml:space="preserve"> </w:t>
      </w:r>
    </w:p>
    <w:p w14:paraId="311F5E04" w14:textId="77777777" w:rsidR="000B1E29" w:rsidRPr="004C5249" w:rsidRDefault="000B1E29" w:rsidP="0090247B">
      <w:pPr>
        <w:numPr>
          <w:ilvl w:val="3"/>
          <w:numId w:val="28"/>
        </w:numPr>
        <w:spacing w:before="120" w:after="60" w:line="288" w:lineRule="auto"/>
        <w:ind w:left="426" w:hanging="426"/>
        <w:jc w:val="both"/>
        <w:rPr>
          <w:rFonts w:ascii="Calibri" w:eastAsia="Times New Roman" w:hAnsi="Calibri" w:cs="Calibri"/>
          <w:b/>
          <w:sz w:val="20"/>
          <w:szCs w:val="20"/>
        </w:rPr>
      </w:pPr>
      <w:r w:rsidRPr="004C5249">
        <w:rPr>
          <w:rFonts w:ascii="Calibri" w:eastAsia="Times New Roman" w:hAnsi="Calibri" w:cs="Calibri"/>
          <w:b/>
          <w:sz w:val="20"/>
          <w:szCs w:val="20"/>
        </w:rPr>
        <w:t xml:space="preserve">Oświadczamy, iż nie podlegamy wykluczeniu na podstawie przesłanek określonych w pkt. 1.1. Załącznika nr 2 do SWZ. </w:t>
      </w:r>
    </w:p>
    <w:p w14:paraId="1B66989F" w14:textId="77777777" w:rsidR="000B1E29" w:rsidRPr="004C5249" w:rsidRDefault="000B1E29" w:rsidP="000B1E29">
      <w:pPr>
        <w:spacing w:before="40" w:after="0"/>
        <w:ind w:left="425"/>
        <w:jc w:val="both"/>
        <w:rPr>
          <w:rFonts w:ascii="Calibri" w:eastAsia="Times New Roman" w:hAnsi="Calibri" w:cs="Calibri"/>
          <w:b/>
          <w:sz w:val="20"/>
          <w:szCs w:val="20"/>
          <w:u w:val="single"/>
          <w:lang w:eastAsia="pl-PL"/>
        </w:rPr>
      </w:pPr>
      <w:r w:rsidRPr="004C5249">
        <w:rPr>
          <w:rFonts w:ascii="Calibri" w:eastAsia="Times New Roman" w:hAnsi="Calibri" w:cs="Calibri"/>
          <w:b/>
          <w:sz w:val="20"/>
          <w:szCs w:val="20"/>
        </w:rPr>
        <w:t xml:space="preserve">Ponadto,  Oświadczenie/a o braku podstaw do wykluczenia na postawie </w:t>
      </w:r>
      <w:r w:rsidRPr="004C5249">
        <w:rPr>
          <w:rFonts w:ascii="Calibri" w:eastAsia="Times New Roman" w:hAnsi="Calibri" w:cs="Calibri"/>
          <w:b/>
          <w:sz w:val="20"/>
          <w:szCs w:val="20"/>
          <w:lang w:eastAsia="pl-PL"/>
        </w:rPr>
        <w:t xml:space="preserve">przesłanek określonych w pkt. 1.1. </w:t>
      </w:r>
      <w:proofErr w:type="spellStart"/>
      <w:r w:rsidRPr="004C5249">
        <w:rPr>
          <w:rFonts w:ascii="Calibri" w:eastAsia="Times New Roman" w:hAnsi="Calibri" w:cs="Calibri"/>
          <w:b/>
          <w:sz w:val="20"/>
          <w:szCs w:val="20"/>
          <w:lang w:eastAsia="pl-PL"/>
        </w:rPr>
        <w:t>ppkt</w:t>
      </w:r>
      <w:proofErr w:type="spellEnd"/>
      <w:r w:rsidRPr="004C5249">
        <w:rPr>
          <w:rFonts w:ascii="Calibri" w:eastAsia="Times New Roman" w:hAnsi="Calibri" w:cs="Calibri"/>
          <w:b/>
          <w:sz w:val="20"/>
          <w:szCs w:val="20"/>
          <w:lang w:eastAsia="pl-PL"/>
        </w:rPr>
        <w:t xml:space="preserve"> 1)-4) Załącznika nr 2 do SWZ (zgodnie z pkt. 9.4.3.1-9.4.3.4 Procedury Zakupów PGE Dystrybucja S.A.) </w:t>
      </w:r>
      <w:r w:rsidRPr="004C5249">
        <w:rPr>
          <w:rFonts w:ascii="Calibri" w:eastAsia="Times New Roman" w:hAnsi="Calibri" w:cs="Calibri"/>
          <w:b/>
          <w:sz w:val="20"/>
          <w:szCs w:val="20"/>
          <w:u w:val="single"/>
          <w:lang w:eastAsia="pl-PL"/>
        </w:rPr>
        <w:t>składamy w odrębnym oświadczeniu</w:t>
      </w:r>
      <w:r w:rsidRPr="004C5249">
        <w:rPr>
          <w:rFonts w:ascii="Times New Roman" w:eastAsia="Times New Roman" w:hAnsi="Times New Roman" w:cs="Times New Roman"/>
          <w:sz w:val="22"/>
          <w:szCs w:val="20"/>
          <w:u w:val="single"/>
        </w:rPr>
        <w:t xml:space="preserve"> </w:t>
      </w:r>
      <w:r w:rsidRPr="004C5249">
        <w:rPr>
          <w:rFonts w:ascii="Calibri" w:eastAsia="Times New Roman" w:hAnsi="Calibri" w:cs="Calibri"/>
          <w:b/>
          <w:sz w:val="20"/>
          <w:szCs w:val="20"/>
          <w:u w:val="single"/>
          <w:lang w:eastAsia="pl-PL"/>
        </w:rPr>
        <w:t>zgodnie ze wzorem stanowiącym Załącznik nr 4 do SWZ, które przekazujemy w załączeniu.</w:t>
      </w:r>
    </w:p>
    <w:p w14:paraId="49F9C515"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w:t>
      </w:r>
      <w:r w:rsidRPr="000B1E29">
        <w:rPr>
          <w:rFonts w:ascii="Calibri" w:eastAsia="Times New Roman" w:hAnsi="Calibri" w:cs="Calibri"/>
          <w:sz w:val="20"/>
          <w:szCs w:val="20"/>
          <w:lang w:eastAsia="pl-PL"/>
        </w:rPr>
        <w:lastRenderedPageBreak/>
        <w:t>informacji innym osobom lub podmiotom nieuprawnionym bez uprzedniej pisemnej zgody PGE Dystrybucja S.A. Oddział Skarżysko-Kamienna, bez ograniczeń czasowych.</w:t>
      </w:r>
    </w:p>
    <w:p w14:paraId="4613003D"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 niedoszacowanie, pominięcie lub brak należytego rozpoznania przez nas zakresu przedmiotu Zamówienia nie jest podstawą do żądania zmiany ceny.</w:t>
      </w:r>
    </w:p>
    <w:p w14:paraId="444C9948" w14:textId="77777777" w:rsidR="000B1E29" w:rsidRPr="004C5249" w:rsidRDefault="000B1E29" w:rsidP="0090247B">
      <w:pPr>
        <w:numPr>
          <w:ilvl w:val="3"/>
          <w:numId w:val="28"/>
        </w:numPr>
        <w:spacing w:before="60" w:after="60" w:line="288" w:lineRule="auto"/>
        <w:ind w:left="426" w:hanging="426"/>
        <w:jc w:val="both"/>
        <w:rPr>
          <w:rFonts w:ascii="Calibri" w:eastAsia="Times New Roman" w:hAnsi="Calibri" w:cs="Calibri"/>
          <w:strike/>
          <w:color w:val="FF0000"/>
          <w:sz w:val="20"/>
          <w:szCs w:val="20"/>
          <w:lang w:eastAsia="pl-PL"/>
        </w:rPr>
      </w:pPr>
      <w:r w:rsidRPr="004C5249">
        <w:rPr>
          <w:rFonts w:ascii="Calibri" w:eastAsia="Times New Roman" w:hAnsi="Calibri" w:cs="Calibri"/>
          <w:b/>
          <w:bCs/>
          <w:iCs/>
          <w:sz w:val="20"/>
          <w:szCs w:val="20"/>
          <w:lang w:eastAsia="pl-PL"/>
        </w:rPr>
        <w:t>Oświadczamy, że zapoznaliśmy się z zasadami określonymi w Kodeksie Postępowania dla Partnerów Biznesowych PGE Dystrybucja S.A. oraz w Dobrych praktykach zakupowych PGE Dystrybucja S.A.</w:t>
      </w:r>
      <w:r w:rsidRPr="004C5249">
        <w:rPr>
          <w:rFonts w:ascii="Calibri" w:eastAsia="Times New Roman" w:hAnsi="Calibri" w:cs="Calibri"/>
          <w:iCs/>
          <w:sz w:val="20"/>
          <w:szCs w:val="20"/>
          <w:lang w:eastAsia="pl-PL"/>
        </w:rPr>
        <w:t xml:space="preserve"> w/w dokumenty dostępne na stronie: </w:t>
      </w:r>
      <w:hyperlink r:id="rId12" w:history="1">
        <w:r w:rsidRPr="00514C8C">
          <w:rPr>
            <w:rStyle w:val="Odwoanieintensywne"/>
          </w:rPr>
          <w:t>https://pgedystrybucja.pl/przetargi</w:t>
        </w:r>
      </w:hyperlink>
      <w:r w:rsidRPr="004C5249">
        <w:rPr>
          <w:rFonts w:ascii="Calibri" w:eastAsia="Times New Roman" w:hAnsi="Calibri" w:cs="Calibri"/>
          <w:iCs/>
          <w:sz w:val="20"/>
          <w:szCs w:val="20"/>
          <w:lang w:eastAsia="pl-PL"/>
        </w:rPr>
        <w:t xml:space="preserve"> oraz:</w:t>
      </w:r>
    </w:p>
    <w:p w14:paraId="49A12F2E" w14:textId="77777777" w:rsidR="000B1E29" w:rsidRPr="004C5249" w:rsidRDefault="000B1E29" w:rsidP="0090247B">
      <w:pPr>
        <w:numPr>
          <w:ilvl w:val="0"/>
          <w:numId w:val="31"/>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Instrukcje organizacji bezpiecznej pracy w sieci dystrybucyjnej;</w:t>
      </w:r>
    </w:p>
    <w:p w14:paraId="479BD140" w14:textId="77777777" w:rsidR="000B1E29" w:rsidRPr="004C5249" w:rsidRDefault="000B1E29" w:rsidP="0090247B">
      <w:pPr>
        <w:numPr>
          <w:ilvl w:val="0"/>
          <w:numId w:val="31"/>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Wytycznych do budowy systemów elektroenergetycznych rekomendowanych w PGE Dystrybucja S.A.;</w:t>
      </w:r>
    </w:p>
    <w:p w14:paraId="380B4373" w14:textId="2D0FA390" w:rsidR="00514C8C" w:rsidRDefault="000B1E29" w:rsidP="00514C8C">
      <w:pPr>
        <w:spacing w:before="120" w:after="60" w:line="288" w:lineRule="auto"/>
        <w:ind w:left="651"/>
        <w:jc w:val="both"/>
        <w:rPr>
          <w:rFonts w:ascii="Calibri" w:eastAsia="Times New Roman" w:hAnsi="Calibri" w:cs="Calibri"/>
          <w:iCs/>
          <w:color w:val="092D74" w:themeColor="accent4"/>
          <w:sz w:val="20"/>
          <w:szCs w:val="20"/>
          <w:lang w:eastAsia="pl-PL"/>
        </w:rPr>
      </w:pPr>
      <w:r w:rsidRPr="00741CF7">
        <w:rPr>
          <w:rFonts w:ascii="Calibri" w:eastAsia="Times New Roman" w:hAnsi="Calibri" w:cs="Calibri"/>
          <w:iCs/>
          <w:sz w:val="20"/>
          <w:szCs w:val="20"/>
          <w:lang w:eastAsia="pl-PL"/>
        </w:rPr>
        <w:t>w/w dokumenty dostępne na stronie:</w:t>
      </w:r>
      <w:r w:rsidR="000E36C4" w:rsidRPr="000E36C4">
        <w:t xml:space="preserve"> </w:t>
      </w:r>
      <w:hyperlink r:id="rId13" w:history="1">
        <w:r w:rsidR="000E36C4" w:rsidRPr="00514C8C">
          <w:rPr>
            <w:rStyle w:val="Odwoanieintensywne"/>
          </w:rPr>
          <w:t>https://pgedystrybucja.pl/uslugi-dystrybucyjne/instrukcje-i-informacje-techniczne/organizacja-bezpiecznej-pracy</w:t>
        </w:r>
      </w:hyperlink>
      <w:r w:rsidR="00741CF7">
        <w:rPr>
          <w:rFonts w:ascii="Calibri" w:eastAsia="Times New Roman" w:hAnsi="Calibri" w:cs="Calibri"/>
          <w:iCs/>
          <w:color w:val="092D74" w:themeColor="accent4"/>
          <w:sz w:val="20"/>
          <w:szCs w:val="20"/>
          <w:lang w:eastAsia="pl-PL"/>
        </w:rPr>
        <w:t xml:space="preserve"> </w:t>
      </w:r>
    </w:p>
    <w:p w14:paraId="3F231B4E" w14:textId="77777777" w:rsidR="00514C8C" w:rsidRDefault="00741CF7" w:rsidP="000B1E29">
      <w:pPr>
        <w:spacing w:before="120" w:after="60" w:line="288" w:lineRule="auto"/>
        <w:ind w:left="426"/>
        <w:jc w:val="both"/>
        <w:rPr>
          <w:rFonts w:ascii="Calibri" w:eastAsia="Times New Roman" w:hAnsi="Calibri" w:cs="Calibri"/>
          <w:iCs/>
          <w:color w:val="092D74" w:themeColor="accent4"/>
          <w:sz w:val="20"/>
          <w:szCs w:val="20"/>
          <w:lang w:eastAsia="pl-PL"/>
        </w:rPr>
      </w:pPr>
      <w:r>
        <w:rPr>
          <w:rFonts w:ascii="Calibri" w:eastAsia="Times New Roman" w:hAnsi="Calibri" w:cs="Calibri"/>
          <w:iCs/>
          <w:color w:val="092D74" w:themeColor="accent4"/>
          <w:sz w:val="20"/>
          <w:szCs w:val="20"/>
          <w:lang w:eastAsia="pl-PL"/>
        </w:rPr>
        <w:t xml:space="preserve">oraz </w:t>
      </w:r>
    </w:p>
    <w:p w14:paraId="3FB7606A" w14:textId="60EE0C7C" w:rsidR="000B1E29" w:rsidRPr="00514C8C" w:rsidRDefault="00750CEA" w:rsidP="00514C8C">
      <w:pPr>
        <w:spacing w:before="120" w:after="60" w:line="288" w:lineRule="auto"/>
        <w:ind w:left="708"/>
        <w:jc w:val="both"/>
        <w:rPr>
          <w:rStyle w:val="Odwoanieintensywne"/>
        </w:rPr>
      </w:pPr>
      <w:hyperlink r:id="rId14" w:history="1">
        <w:r w:rsidR="00514C8C" w:rsidRPr="00896AA8">
          <w:rPr>
            <w:rStyle w:val="Hipercze"/>
            <w:spacing w:val="5"/>
            <w:sz w:val="18"/>
          </w:rPr>
          <w:t>https://pgedystrybucja.pl/uslugi-dystrybucyjne/instrukcje-i-informacje-techniczne/wytyczne-i-standardy-techniczne</w:t>
        </w:r>
      </w:hyperlink>
      <w:r w:rsidR="0049481E">
        <w:rPr>
          <w:rStyle w:val="Hipercze"/>
          <w:spacing w:val="5"/>
          <w:sz w:val="18"/>
        </w:rPr>
        <w:t xml:space="preserve"> </w:t>
      </w:r>
    </w:p>
    <w:p w14:paraId="3DF43A8B" w14:textId="7DABB37B" w:rsidR="000B1E29" w:rsidRPr="008B73BF" w:rsidRDefault="000B1E29" w:rsidP="008B73BF">
      <w:pPr>
        <w:spacing w:after="0" w:line="288" w:lineRule="auto"/>
        <w:ind w:left="426"/>
        <w:jc w:val="both"/>
        <w:rPr>
          <w:rFonts w:ascii="Calibri" w:eastAsia="Times New Roman" w:hAnsi="Calibri" w:cs="Calibri"/>
          <w:b/>
          <w:bCs/>
          <w:iCs/>
          <w:sz w:val="20"/>
          <w:szCs w:val="20"/>
        </w:rPr>
      </w:pPr>
      <w:r w:rsidRPr="004C5249">
        <w:rPr>
          <w:rFonts w:ascii="Calibri" w:eastAsia="Times New Roman" w:hAnsi="Calibri" w:cs="Calibri"/>
          <w:b/>
          <w:bCs/>
          <w:iCs/>
          <w:sz w:val="20"/>
          <w:szCs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5D76C055"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Otrzymaliśmy konieczne informacje do przygotowania Oferty i wykonania Zakupu.</w:t>
      </w:r>
    </w:p>
    <w:p w14:paraId="2FBD74EA"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w:t>
      </w:r>
      <w:r w:rsidRPr="000B1E29">
        <w:rPr>
          <w:rFonts w:ascii="Calibri" w:eastAsia="Times New Roman" w:hAnsi="Calibri" w:cs="Calibri"/>
          <w:sz w:val="20"/>
          <w:szCs w:val="20"/>
          <w:vertAlign w:val="superscript"/>
        </w:rPr>
        <w:footnoteReference w:id="5"/>
      </w:r>
      <w:r w:rsidRPr="000B1E29">
        <w:rPr>
          <w:rFonts w:ascii="Calibri" w:eastAsia="Times New Roman" w:hAnsi="Calibri" w:cs="Calibri"/>
          <w:sz w:val="20"/>
          <w:szCs w:val="20"/>
        </w:rPr>
        <w:t xml:space="preserve"> </w:t>
      </w:r>
    </w:p>
    <w:p w14:paraId="123B0E66" w14:textId="77777777" w:rsidR="000B1E29" w:rsidRPr="000B1E29" w:rsidRDefault="00750CEA" w:rsidP="000B1E29">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603793853"/>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Przedmiot zamówienia wykonamy siłami własnymi;</w:t>
      </w:r>
    </w:p>
    <w:p w14:paraId="7EA42D47" w14:textId="77777777" w:rsidR="000B1E29" w:rsidRPr="000B1E29" w:rsidRDefault="00750CEA" w:rsidP="000B1E29">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117062687"/>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Powierzymy następującym podwykonawcom realizację następujących części:</w:t>
      </w:r>
    </w:p>
    <w:p w14:paraId="7B69EEE8" w14:textId="77777777" w:rsidR="000B1E29" w:rsidRPr="000B1E29" w:rsidRDefault="000B1E29" w:rsidP="000B1E29">
      <w:pPr>
        <w:spacing w:after="0" w:line="240" w:lineRule="exact"/>
        <w:ind w:left="709" w:right="-284"/>
        <w:jc w:val="center"/>
        <w:rPr>
          <w:rFonts w:ascii="Calibri" w:eastAsia="Times New Roman" w:hAnsi="Calibri" w:cs="Calibri"/>
          <w:sz w:val="20"/>
          <w:szCs w:val="20"/>
        </w:rPr>
      </w:pPr>
    </w:p>
    <w:tbl>
      <w:tblPr>
        <w:tblW w:w="9629" w:type="dxa"/>
        <w:jc w:val="center"/>
        <w:tblCellMar>
          <w:left w:w="0" w:type="dxa"/>
          <w:right w:w="0" w:type="dxa"/>
        </w:tblCellMar>
        <w:tblLook w:val="04A0" w:firstRow="1" w:lastRow="0" w:firstColumn="1" w:lastColumn="0" w:noHBand="0" w:noVBand="1"/>
      </w:tblPr>
      <w:tblGrid>
        <w:gridCol w:w="456"/>
        <w:gridCol w:w="3220"/>
        <w:gridCol w:w="1866"/>
        <w:gridCol w:w="4087"/>
      </w:tblGrid>
      <w:tr w:rsidR="000B1E29" w:rsidRPr="000B1E29" w14:paraId="30BCB3E2" w14:textId="77777777" w:rsidTr="0049481E">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Nazwa i adres podwykonawcy, adres</w:t>
            </w:r>
          </w:p>
          <w:p w14:paraId="0951C83A"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0B1E29" w:rsidRDefault="000B1E29" w:rsidP="000B1E29">
            <w:pPr>
              <w:spacing w:after="0" w:line="240" w:lineRule="exact"/>
              <w:ind w:right="-284"/>
              <w:rPr>
                <w:rFonts w:ascii="Calibri" w:eastAsia="Times New Roman" w:hAnsi="Calibri" w:cs="Calibri"/>
                <w:sz w:val="20"/>
                <w:szCs w:val="20"/>
              </w:rPr>
            </w:pPr>
          </w:p>
          <w:p w14:paraId="076C763E"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NIP</w:t>
            </w:r>
          </w:p>
        </w:tc>
        <w:tc>
          <w:tcPr>
            <w:tcW w:w="4087"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Zakres zamówienia, który</w:t>
            </w:r>
          </w:p>
          <w:p w14:paraId="292CA4D8"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zostanie powierzony podwykonawcy</w:t>
            </w:r>
          </w:p>
        </w:tc>
      </w:tr>
      <w:tr w:rsidR="000B1E29" w:rsidRPr="000B1E29" w14:paraId="5CA7EAA4" w14:textId="77777777" w:rsidTr="0049481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087"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0B1E29" w:rsidRDefault="000B1E29" w:rsidP="000B1E29">
            <w:pPr>
              <w:spacing w:after="0" w:line="240" w:lineRule="exact"/>
              <w:ind w:right="-284"/>
              <w:rPr>
                <w:rFonts w:ascii="Calibri" w:eastAsia="Times New Roman" w:hAnsi="Calibri" w:cs="Calibri"/>
                <w:sz w:val="20"/>
                <w:szCs w:val="20"/>
              </w:rPr>
            </w:pPr>
          </w:p>
        </w:tc>
      </w:tr>
      <w:tr w:rsidR="000B1E29" w:rsidRPr="000B1E29" w14:paraId="6C86BC3C" w14:textId="77777777" w:rsidTr="0049481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087"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0B1E29" w:rsidRDefault="000B1E29" w:rsidP="000B1E29">
            <w:pPr>
              <w:spacing w:after="0" w:line="240" w:lineRule="exact"/>
              <w:ind w:right="-284"/>
              <w:rPr>
                <w:rFonts w:ascii="Calibri" w:eastAsia="Times New Roman" w:hAnsi="Calibri" w:cs="Calibri"/>
                <w:sz w:val="20"/>
                <w:szCs w:val="20"/>
              </w:rPr>
            </w:pPr>
          </w:p>
        </w:tc>
      </w:tr>
    </w:tbl>
    <w:p w14:paraId="07F03A58" w14:textId="77777777" w:rsidR="000B1E29" w:rsidRPr="000B1E29" w:rsidRDefault="000B1E29" w:rsidP="000B1E29">
      <w:pPr>
        <w:spacing w:after="0"/>
        <w:ind w:left="426"/>
        <w:contextualSpacing/>
        <w:jc w:val="both"/>
        <w:rPr>
          <w:rFonts w:ascii="Calibri" w:eastAsia="Times New Roman" w:hAnsi="Calibri" w:cs="Calibri"/>
          <w:sz w:val="20"/>
          <w:szCs w:val="20"/>
          <w:lang w:eastAsia="pl-PL"/>
        </w:rPr>
      </w:pPr>
    </w:p>
    <w:p w14:paraId="25FAEEDA" w14:textId="77777777" w:rsidR="000B1E29" w:rsidRPr="00092681" w:rsidRDefault="000B1E29" w:rsidP="0090247B">
      <w:pPr>
        <w:numPr>
          <w:ilvl w:val="3"/>
          <w:numId w:val="28"/>
        </w:numPr>
        <w:spacing w:before="120" w:after="60" w:line="288" w:lineRule="auto"/>
        <w:ind w:left="426" w:hanging="426"/>
        <w:contextualSpacing/>
        <w:jc w:val="both"/>
        <w:rPr>
          <w:rFonts w:ascii="Calibri" w:eastAsia="Times New Roman" w:hAnsi="Calibri" w:cs="Calibri"/>
          <w:sz w:val="20"/>
          <w:szCs w:val="20"/>
          <w:lang w:eastAsia="pl-PL"/>
        </w:rPr>
      </w:pPr>
      <w:r w:rsidRPr="00092681">
        <w:rPr>
          <w:rFonts w:ascii="Calibri" w:eastAsia="Times New Roman" w:hAnsi="Calibri" w:cs="Calibri"/>
          <w:iCs/>
          <w:sz w:val="20"/>
          <w:szCs w:val="20"/>
        </w:rPr>
        <w:t>Wybór naszej Oferty</w:t>
      </w:r>
      <w:r w:rsidRPr="00092681">
        <w:rPr>
          <w:rFonts w:ascii="Calibri" w:eastAsia="Times New Roman" w:hAnsi="Calibri" w:cs="Calibri"/>
          <w:iCs/>
          <w:sz w:val="20"/>
          <w:szCs w:val="20"/>
          <w:vertAlign w:val="superscript"/>
        </w:rPr>
        <w:footnoteReference w:id="6"/>
      </w:r>
      <w:r w:rsidRPr="00092681">
        <w:rPr>
          <w:rFonts w:ascii="Calibri" w:eastAsia="Times New Roman" w:hAnsi="Calibri" w:cs="Calibri"/>
          <w:iCs/>
          <w:sz w:val="20"/>
          <w:szCs w:val="20"/>
        </w:rPr>
        <w:t xml:space="preserve"> [, dotyczy wykonawców zagranicznych]:</w:t>
      </w:r>
    </w:p>
    <w:p w14:paraId="26A9F378"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nie będzie prowadzić do powstania u Zamawiającego obowiązku podatkowego.</w:t>
      </w:r>
    </w:p>
    <w:p w14:paraId="60EE0700"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0B1E29" w:rsidRDefault="000B1E29" w:rsidP="0090247B">
      <w:pPr>
        <w:numPr>
          <w:ilvl w:val="3"/>
          <w:numId w:val="28"/>
        </w:numPr>
        <w:spacing w:before="120" w:after="60" w:line="288" w:lineRule="auto"/>
        <w:ind w:left="426" w:hanging="426"/>
        <w:contextualSpacing/>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Uważamy się za związanych niniejszą Ofertą przez okres wskazany w pkt 11.1. SWZ.</w:t>
      </w:r>
    </w:p>
    <w:p w14:paraId="6AED864B"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w:t>
      </w:r>
      <w:r w:rsidRPr="000B1E29">
        <w:rPr>
          <w:rFonts w:ascii="Calibri" w:eastAsia="Times New Roman" w:hAnsi="Calibri" w:cs="Calibri"/>
          <w:sz w:val="20"/>
          <w:szCs w:val="20"/>
        </w:rPr>
        <w:lastRenderedPageBreak/>
        <w:t xml:space="preserve">rozumieniu ustawy z dnia 16 kwietnia 1993 r. o zwalczaniu nieuczciwej konkurencji </w:t>
      </w:r>
      <w:r w:rsidRPr="000B1E29">
        <w:rPr>
          <w:rFonts w:ascii="Calibri" w:eastAsia="Times New Roman" w:hAnsi="Calibri" w:cs="Calibri"/>
          <w:i/>
          <w:sz w:val="20"/>
          <w:szCs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B1E29">
        <w:rPr>
          <w:rFonts w:ascii="Calibri" w:eastAsia="Times New Roman" w:hAnsi="Calibri" w:cs="Calibri"/>
          <w:i/>
          <w:sz w:val="20"/>
          <w:szCs w:val="20"/>
          <w:vertAlign w:val="superscript"/>
        </w:rPr>
        <w:footnoteReference w:id="7"/>
      </w:r>
    </w:p>
    <w:p w14:paraId="3545E7C7"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55D992EF" w14:textId="6CF50D64"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trike/>
          <w:sz w:val="20"/>
          <w:szCs w:val="20"/>
          <w:lang w:eastAsia="pl-PL"/>
        </w:rPr>
      </w:pPr>
      <w:r w:rsidRPr="00092681">
        <w:rPr>
          <w:rFonts w:ascii="Calibri" w:eastAsia="Times New Roman" w:hAnsi="Calibri" w:cs="Calibri"/>
          <w:strike/>
          <w:sz w:val="20"/>
          <w:szCs w:val="20"/>
          <w:lang w:eastAsia="pl-PL"/>
        </w:rPr>
        <w:t xml:space="preserve">Wadium o wartości ………………….. zł zostało wniesione w formie …............................................ </w:t>
      </w:r>
    </w:p>
    <w:p w14:paraId="16E6CC45" w14:textId="66461F35" w:rsidR="000B1E29" w:rsidRPr="000B1E29" w:rsidRDefault="000B1E29" w:rsidP="0090247B">
      <w:pPr>
        <w:numPr>
          <w:ilvl w:val="3"/>
          <w:numId w:val="28"/>
        </w:numPr>
        <w:spacing w:before="60" w:after="60" w:line="288" w:lineRule="auto"/>
        <w:ind w:left="426" w:hanging="426"/>
        <w:jc w:val="both"/>
        <w:rPr>
          <w:rFonts w:ascii="Calibri" w:eastAsia="Calibri" w:hAnsi="Calibri" w:cs="Calibri"/>
          <w:b/>
          <w:sz w:val="20"/>
          <w:szCs w:val="20"/>
        </w:rPr>
      </w:pPr>
      <w:r w:rsidRPr="000B1E29">
        <w:rPr>
          <w:rFonts w:ascii="Calibri" w:eastAsia="Calibri" w:hAnsi="Calibri" w:cs="Calibri"/>
          <w:b/>
          <w:sz w:val="20"/>
          <w:szCs w:val="20"/>
        </w:rPr>
        <w:t>OŚWIADCZENIE WYKONAWCY, który występuje w/w postępowaniu jako o</w:t>
      </w:r>
      <w:r w:rsidRPr="000B1E29">
        <w:rPr>
          <w:rFonts w:ascii="Calibri" w:eastAsia="Calibri" w:hAnsi="Calibri" w:cs="Calibri"/>
          <w:b/>
          <w:sz w:val="20"/>
          <w:szCs w:val="20"/>
          <w:u w:val="single"/>
        </w:rPr>
        <w:t>soba prowadząca indywidualną działalność gospodarczą</w:t>
      </w:r>
      <w:r w:rsidRPr="000B1E29">
        <w:rPr>
          <w:rFonts w:ascii="Calibri" w:eastAsia="Calibri" w:hAnsi="Calibri" w:cs="Calibri"/>
          <w:b/>
          <w:sz w:val="20"/>
          <w:szCs w:val="20"/>
        </w:rPr>
        <w:t xml:space="preserve"> </w:t>
      </w:r>
    </w:p>
    <w:p w14:paraId="2F3726B1" w14:textId="77777777" w:rsidR="000B1E29" w:rsidRPr="000B1E29" w:rsidRDefault="000B1E29" w:rsidP="000B1E29">
      <w:pPr>
        <w:shd w:val="clear" w:color="auto" w:fill="FFFFFF"/>
        <w:spacing w:before="60" w:after="60"/>
        <w:ind w:left="426"/>
        <w:jc w:val="both"/>
        <w:rPr>
          <w:rFonts w:ascii="Calibri" w:eastAsia="Times New Roman" w:hAnsi="Calibri" w:cs="Calibri"/>
          <w:b/>
          <w:sz w:val="20"/>
          <w:szCs w:val="20"/>
        </w:rPr>
      </w:pPr>
      <w:r w:rsidRPr="000B1E29">
        <w:rPr>
          <w:rFonts w:ascii="Calibri" w:eastAsia="Times New Roman" w:hAnsi="Calibri" w:cs="Calibri"/>
          <w:b/>
          <w:sz w:val="20"/>
          <w:szCs w:val="20"/>
        </w:rPr>
        <w:t xml:space="preserve">Wykonawca oświadcza, iż rachunek bankowy lub rachunek w spółdzielczej kasie oszczędnościowo-kredytowej, wskazany w umowie lub na fakturze  </w:t>
      </w:r>
      <w:r w:rsidRPr="000B1E29">
        <w:rPr>
          <w:rFonts w:ascii="Calibri" w:eastAsia="Times New Roman" w:hAnsi="Calibri" w:cs="Calibri"/>
          <w:b/>
          <w:color w:val="00B0F0"/>
          <w:sz w:val="22"/>
        </w:rPr>
        <w:t>jest / nie jest</w:t>
      </w:r>
      <w:r w:rsidRPr="000B1E29">
        <w:rPr>
          <w:rFonts w:ascii="Calibri" w:eastAsia="Times New Roman" w:hAnsi="Calibri" w:cs="Calibri"/>
          <w:b/>
          <w:color w:val="00B0F0"/>
          <w:sz w:val="22"/>
          <w:vertAlign w:val="superscript"/>
        </w:rPr>
        <w:footnoteReference w:id="8"/>
      </w:r>
      <w:r w:rsidRPr="000B1E29">
        <w:rPr>
          <w:rFonts w:ascii="Calibri" w:eastAsia="Times New Roman" w:hAnsi="Calibri" w:cs="Calibri"/>
          <w:b/>
          <w:color w:val="00B0F0"/>
          <w:sz w:val="20"/>
          <w:szCs w:val="20"/>
        </w:rPr>
        <w:t xml:space="preserve"> </w:t>
      </w:r>
      <w:r w:rsidRPr="000B1E29">
        <w:rPr>
          <w:rFonts w:ascii="Calibri" w:eastAsia="Times New Roman" w:hAnsi="Calibri" w:cs="Calibri"/>
          <w:b/>
          <w:sz w:val="20"/>
          <w:szCs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0B1E29">
        <w:rPr>
          <w:rFonts w:ascii="Calibri" w:eastAsia="Times New Roman" w:hAnsi="Calibri" w:cs="Calibri"/>
          <w:b/>
          <w:sz w:val="20"/>
          <w:szCs w:val="20"/>
        </w:rPr>
        <w:t>t.j</w:t>
      </w:r>
      <w:proofErr w:type="spellEnd"/>
      <w:r w:rsidRPr="000B1E29">
        <w:rPr>
          <w:rFonts w:ascii="Calibri" w:eastAsia="Times New Roman" w:hAnsi="Calibri" w:cs="Calibri"/>
          <w:b/>
          <w:sz w:val="20"/>
          <w:szCs w:val="20"/>
        </w:rPr>
        <w:t xml:space="preserve">. Dz. U. z 2018r poz. 2174 z późn. zm.). </w:t>
      </w:r>
    </w:p>
    <w:p w14:paraId="71D433E8"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Wykonawca oświadcza, że zobowiązuje się do dostarczenia nowego oświadczenia w przypadku zmiany stanu faktycznego. </w:t>
      </w:r>
    </w:p>
    <w:p w14:paraId="74D842CA"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Złożenie nowego oświadczenia nie powoduje konieczności zmiany umowy w formie aneksu </w:t>
      </w:r>
      <w:r w:rsidRPr="000B1E29">
        <w:rPr>
          <w:rFonts w:ascii="Calibri" w:eastAsia="Times New Roman" w:hAnsi="Calibri" w:cs="Calibri"/>
          <w:sz w:val="20"/>
          <w:szCs w:val="20"/>
        </w:rPr>
        <w:br/>
        <w:t>i skuteczne jest z chwilą dostarczenia nowego oświadczenia Zamawiającemu”.</w:t>
      </w:r>
    </w:p>
    <w:p w14:paraId="278734CC" w14:textId="48B1EE4B"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z w:val="20"/>
          <w:szCs w:val="20"/>
        </w:rPr>
      </w:pPr>
      <w:r w:rsidRPr="00092681">
        <w:rPr>
          <w:rFonts w:ascii="Calibri" w:eastAsia="Times New Roman" w:hAnsi="Calibri" w:cs="Calibri"/>
          <w:sz w:val="20"/>
          <w:szCs w:val="20"/>
        </w:rPr>
        <w:t xml:space="preserve">Zobowiązujemy się, że wypełnimy ustawowy obowiązek w zakresie wykazania w  deklaracji VAT podatku należnego </w:t>
      </w:r>
      <w:r w:rsidR="00C95F93">
        <w:rPr>
          <w:rFonts w:ascii="Calibri" w:eastAsia="Times New Roman" w:hAnsi="Calibri" w:cs="Calibri"/>
          <w:sz w:val="20"/>
          <w:szCs w:val="20"/>
        </w:rPr>
        <w:br/>
      </w:r>
      <w:r w:rsidRPr="00092681">
        <w:rPr>
          <w:rFonts w:ascii="Calibri" w:eastAsia="Times New Roman" w:hAnsi="Calibri" w:cs="Calibri"/>
          <w:sz w:val="20"/>
          <w:szCs w:val="20"/>
        </w:rPr>
        <w:t>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31256016" w14:textId="24D7E217" w:rsidR="00FD5C72" w:rsidRPr="00092681" w:rsidRDefault="00FD5C72" w:rsidP="00FD5C72">
      <w:pPr>
        <w:spacing w:before="60" w:after="60" w:line="288" w:lineRule="auto"/>
        <w:ind w:left="426"/>
        <w:jc w:val="both"/>
        <w:rPr>
          <w:rFonts w:ascii="Calibri" w:eastAsia="Times New Roman" w:hAnsi="Calibri" w:cs="Calibri"/>
          <w:sz w:val="20"/>
          <w:szCs w:val="20"/>
        </w:rPr>
      </w:pPr>
      <w:r w:rsidRPr="00092681">
        <w:rPr>
          <w:rFonts w:ascii="Calibri" w:eastAsia="Times New Roman" w:hAnsi="Calibri" w:cs="Calibri"/>
          <w:sz w:val="20"/>
          <w:szCs w:val="20"/>
        </w:rPr>
        <w:t xml:space="preserve">Zobowiązujemy się, że wypełnimy ustawowy obowiązek w zakresie wykazania w deklaracji VAT podatku należnego </w:t>
      </w:r>
      <w:r w:rsidR="00C95F93">
        <w:rPr>
          <w:rFonts w:ascii="Calibri" w:eastAsia="Times New Roman" w:hAnsi="Calibri" w:cs="Calibri"/>
          <w:sz w:val="20"/>
          <w:szCs w:val="20"/>
        </w:rPr>
        <w:br/>
      </w:r>
      <w:r w:rsidRPr="00092681">
        <w:rPr>
          <w:rFonts w:ascii="Calibri" w:eastAsia="Times New Roman" w:hAnsi="Calibri" w:cs="Calibri"/>
          <w:sz w:val="20"/>
          <w:szCs w:val="20"/>
        </w:rPr>
        <w:t>z tytułu wystawionych faktur objętych przedmiotową umową – dotyczy usług.</w:t>
      </w:r>
    </w:p>
    <w:p w14:paraId="10488744" w14:textId="5B9EA9E0"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Pr="000B1E29">
        <w:rPr>
          <w:rFonts w:ascii="Calibri" w:eastAsia="Times New Roman" w:hAnsi="Calibri" w:cs="Calibri"/>
          <w:sz w:val="20"/>
          <w:szCs w:val="20"/>
          <w:lang w:eastAsia="pl-PL"/>
        </w:rPr>
        <w:b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Pr="000B1E29">
        <w:rPr>
          <w:rFonts w:ascii="Calibri" w:eastAsia="Times New Roman" w:hAnsi="Calibri" w:cs="Calibri"/>
          <w:sz w:val="20"/>
          <w:szCs w:val="20"/>
          <w:lang w:eastAsia="pl-PL"/>
        </w:rPr>
        <w:br/>
        <w:t xml:space="preserve">z dnia 27 kwietnia 2016 r. w sprawie ochrony osób fizycznych w związku z przetwarzaniem danych osobowych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 xml:space="preserve">i w sprawie swobodnego przepływu takich danych oraz uchylenia dyrektywy 95/46/WE (ogólne rozporządzenie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o ochronie danych) – dalej: „RODO”, mających zastosowanie i chroniło prawa osób, których dane dotyczą.</w:t>
      </w:r>
    </w:p>
    <w:p w14:paraId="4979F639" w14:textId="3B7E6414" w:rsidR="000B1E29" w:rsidRPr="000B1E29" w:rsidRDefault="000B1E29" w:rsidP="0090247B">
      <w:pPr>
        <w:numPr>
          <w:ilvl w:val="1"/>
          <w:numId w:val="32"/>
        </w:numPr>
        <w:spacing w:before="60" w:after="60" w:line="288" w:lineRule="auto"/>
        <w:ind w:left="993" w:hanging="567"/>
        <w:contextualSpacing/>
        <w:jc w:val="both"/>
        <w:rPr>
          <w:rFonts w:ascii="Calibri" w:eastAsia="Times New Roman" w:hAnsi="Calibri" w:cs="Calibri"/>
          <w:sz w:val="20"/>
          <w:szCs w:val="20"/>
        </w:rPr>
      </w:pPr>
      <w:r w:rsidRPr="000B1E29">
        <w:rPr>
          <w:rFonts w:ascii="Calibri" w:eastAsia="Times New Roman" w:hAnsi="Calibri" w:cs="Calibri"/>
          <w:sz w:val="20"/>
          <w:szCs w:val="20"/>
        </w:rPr>
        <w:t xml:space="preserve"> Oświadczamy, że wypełniliśmy obowiązki informacyjne przewidziane w art. 13 lub art. 14 RODO  wobec osób fizycznych, od których dane osobowe bezpośrednio lub pośrednio pozyskaliśmy w celu ubiegania się </w:t>
      </w:r>
      <w:r w:rsidR="00C95F93">
        <w:rPr>
          <w:rFonts w:ascii="Calibri" w:eastAsia="Times New Roman" w:hAnsi="Calibri" w:cs="Calibri"/>
          <w:sz w:val="20"/>
          <w:szCs w:val="20"/>
        </w:rPr>
        <w:br/>
      </w:r>
      <w:r w:rsidRPr="000B1E29">
        <w:rPr>
          <w:rFonts w:ascii="Calibri" w:eastAsia="Times New Roman" w:hAnsi="Calibri" w:cs="Calibri"/>
          <w:sz w:val="20"/>
          <w:szCs w:val="20"/>
        </w:rPr>
        <w:t>o udzielenie Zakupu w niniejszym postępowaniu.</w:t>
      </w:r>
      <w:r w:rsidRPr="000B1E29">
        <w:rPr>
          <w:rFonts w:ascii="Calibri" w:eastAsia="Times New Roman" w:hAnsi="Calibri" w:cs="Calibri"/>
          <w:sz w:val="20"/>
          <w:szCs w:val="20"/>
          <w:vertAlign w:val="superscript"/>
        </w:rPr>
        <w:footnoteReference w:id="9"/>
      </w:r>
    </w:p>
    <w:p w14:paraId="66E7BD39" w14:textId="319C6443" w:rsidR="000B1E29" w:rsidRPr="000B1E29" w:rsidRDefault="000B1E29" w:rsidP="0090247B">
      <w:pPr>
        <w:numPr>
          <w:ilvl w:val="1"/>
          <w:numId w:val="32"/>
        </w:numPr>
        <w:spacing w:before="60" w:after="60" w:line="288" w:lineRule="auto"/>
        <w:ind w:left="993" w:hanging="567"/>
        <w:contextualSpacing/>
        <w:jc w:val="both"/>
        <w:rPr>
          <w:rFonts w:ascii="Calibri" w:eastAsia="Times New Roman" w:hAnsi="Calibri" w:cs="Calibri"/>
          <w:sz w:val="20"/>
          <w:szCs w:val="20"/>
        </w:rPr>
      </w:pPr>
      <w:r w:rsidRPr="000B1E29">
        <w:rPr>
          <w:rFonts w:ascii="Calibri" w:eastAsia="Times New Roman" w:hAnsi="Calibri" w:cs="Calibri"/>
          <w:sz w:val="20"/>
          <w:szCs w:val="20"/>
          <w:lang w:eastAsia="pl-PL"/>
        </w:rPr>
        <w:t xml:space="preserve"> Oświadczamy, że zapewniamy wystarczające gwarancje wdrożenia odpowiednich środków technicznych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 xml:space="preserve">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lastRenderedPageBreak/>
        <w:t>Zapoznaliśmy się z klauzulą informacyjną dotyczącą przetwarzania danych osobowych osób fizycznych zamieszczoną na stronie internetowej:</w:t>
      </w:r>
    </w:p>
    <w:p w14:paraId="67EB29F0" w14:textId="6F840392" w:rsidR="000B1E29" w:rsidRPr="008819F3" w:rsidRDefault="00750CEA" w:rsidP="008819F3">
      <w:pPr>
        <w:spacing w:line="24" w:lineRule="atLeast"/>
        <w:ind w:left="1068" w:firstLine="348"/>
        <w:contextualSpacing/>
        <w:rPr>
          <w:b/>
          <w:bCs/>
          <w:smallCaps/>
          <w:color w:val="00B0F0"/>
          <w:spacing w:val="5"/>
          <w:sz w:val="20"/>
          <w:szCs w:val="20"/>
        </w:rPr>
      </w:pPr>
      <w:hyperlink r:id="rId15" w:history="1">
        <w:hyperlink r:id="rId16" w:history="1">
          <w:r w:rsidR="008819F3">
            <w:rPr>
              <w:rStyle w:val="Hipercze"/>
              <w:b/>
              <w:bCs/>
              <w:smallCaps/>
              <w:color w:val="00B0F0"/>
              <w:spacing w:val="5"/>
            </w:rPr>
            <w:t>https://pgedystrybucja.pl/przetargi</w:t>
          </w:r>
        </w:hyperlink>
      </w:hyperlink>
      <w:r w:rsidR="000B1E29" w:rsidRPr="000B1E29">
        <w:rPr>
          <w:rFonts w:ascii="Calibri" w:eastAsia="Times New Roman" w:hAnsi="Calibri" w:cs="Calibri"/>
          <w:i/>
          <w:sz w:val="20"/>
          <w:szCs w:val="20"/>
          <w:lang w:eastAsia="pl-PL"/>
        </w:rPr>
        <w:t>;</w:t>
      </w:r>
    </w:p>
    <w:p w14:paraId="43B4BBCC"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0B1E29">
        <w:rPr>
          <w:rFonts w:ascii="Calibri" w:eastAsia="Times New Roman" w:hAnsi="Calibri" w:cs="Calibri"/>
          <w:sz w:val="20"/>
          <w:szCs w:val="20"/>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55B337EF" w:rsidR="000B1E29" w:rsidRPr="008819F3" w:rsidRDefault="00750CEA" w:rsidP="008819F3">
      <w:pPr>
        <w:spacing w:line="24" w:lineRule="atLeast"/>
        <w:ind w:left="1068" w:firstLine="348"/>
        <w:contextualSpacing/>
        <w:rPr>
          <w:b/>
          <w:bCs/>
          <w:smallCaps/>
          <w:color w:val="00B0F0"/>
          <w:spacing w:val="5"/>
          <w:sz w:val="20"/>
          <w:szCs w:val="20"/>
        </w:rPr>
      </w:pPr>
      <w:hyperlink r:id="rId17" w:history="1">
        <w:r w:rsidR="008819F3">
          <w:rPr>
            <w:rStyle w:val="Hipercze"/>
            <w:b/>
            <w:bCs/>
            <w:smallCaps/>
            <w:color w:val="00B0F0"/>
            <w:spacing w:val="5"/>
          </w:rPr>
          <w:t>https://pgedystrybucja.pl/przetargi</w:t>
        </w:r>
      </w:hyperlink>
      <w:r w:rsidR="000B1E29" w:rsidRPr="000B1E29">
        <w:rPr>
          <w:rFonts w:ascii="Calibri" w:eastAsia="Times New Roman" w:hAnsi="Calibri" w:cs="Calibri"/>
          <w:sz w:val="20"/>
          <w:szCs w:val="20"/>
          <w:lang w:eastAsia="pl-PL"/>
        </w:rPr>
        <w:t>;</w:t>
      </w:r>
    </w:p>
    <w:p w14:paraId="06817CF4" w14:textId="4F58F423"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 przypadku zawarcia umowy w wyniku niniejszego postępowania, jako podmiot przetwarzający dane osobowe na zlecenie administratora danych (Zamawiającego), zobowiązujemy się zawrzeć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 xml:space="preserve">z Zamawiającym umowę powierzenia przetwarzania danych osobowych, według wzoru obowiązującego u Zamawiającego. </w:t>
      </w:r>
    </w:p>
    <w:p w14:paraId="30A3615A" w14:textId="77777777"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z w:val="20"/>
          <w:szCs w:val="20"/>
        </w:rPr>
      </w:pPr>
      <w:r w:rsidRPr="00092681">
        <w:rPr>
          <w:rFonts w:ascii="Calibri" w:eastAsia="Times New Roman" w:hAnsi="Calibri" w:cs="Calibri"/>
          <w:bCs/>
          <w:iCs/>
          <w:sz w:val="20"/>
          <w:szCs w:val="20"/>
        </w:rPr>
        <w:t>Wykonawca oświadcza, że posiada status </w:t>
      </w:r>
      <w:proofErr w:type="spellStart"/>
      <w:r w:rsidRPr="00092681">
        <w:rPr>
          <w:rFonts w:ascii="Calibri" w:eastAsia="Times New Roman" w:hAnsi="Calibri" w:cs="Calibri"/>
          <w:bCs/>
          <w:iCs/>
          <w:sz w:val="20"/>
          <w:szCs w:val="20"/>
        </w:rPr>
        <w:t>mikroprzedsiębiorcy</w:t>
      </w:r>
      <w:proofErr w:type="spellEnd"/>
      <w:r w:rsidRPr="00092681">
        <w:rPr>
          <w:rFonts w:ascii="Calibri" w:eastAsia="Times New Roman" w:hAnsi="Calibri" w:cs="Calibri"/>
          <w:bCs/>
          <w:iCs/>
          <w:sz w:val="20"/>
          <w:szCs w:val="20"/>
        </w:rPr>
        <w:t>*/ małego przedsiębiorcy*/ średniego przedsiębiorcy*/ dużego przedsiębiorcy* – w rozumieniu ustawy z dnia 8 marca 2013 r. o przeciwdziałaniu nadmiernym opóźnieniom w transakcjach handlowych (</w:t>
      </w:r>
      <w:proofErr w:type="spellStart"/>
      <w:r w:rsidRPr="00092681">
        <w:rPr>
          <w:rFonts w:ascii="Calibri" w:eastAsia="Times New Roman" w:hAnsi="Calibri" w:cs="Calibri"/>
          <w:bCs/>
          <w:iCs/>
          <w:sz w:val="20"/>
          <w:szCs w:val="20"/>
        </w:rPr>
        <w:t>t.j</w:t>
      </w:r>
      <w:proofErr w:type="spellEnd"/>
      <w:r w:rsidRPr="00092681">
        <w:rPr>
          <w:rFonts w:ascii="Calibri" w:eastAsia="Times New Roman" w:hAnsi="Calibri" w:cs="Calibri"/>
          <w:bCs/>
          <w:iCs/>
          <w:sz w:val="20"/>
          <w:szCs w:val="20"/>
        </w:rPr>
        <w:t>. Dz.U. 2023, poz. 1790, z późn. zm.).</w:t>
      </w:r>
      <w:r w:rsidRPr="00092681">
        <w:rPr>
          <w:rFonts w:ascii="Calibri" w:eastAsia="Times New Roman" w:hAnsi="Calibri" w:cs="Calibri"/>
          <w:iCs/>
          <w:sz w:val="20"/>
          <w:szCs w:val="20"/>
        </w:rPr>
        <w:t xml:space="preserve">W przypadku zmiany statusu przedsiębiorcy, </w:t>
      </w:r>
      <w:r w:rsidRPr="00092681">
        <w:rPr>
          <w:rFonts w:ascii="Calibri" w:eastAsia="Times New Roman" w:hAnsi="Calibri" w:cs="Calibri"/>
          <w:bCs/>
          <w:iCs/>
          <w:sz w:val="20"/>
          <w:szCs w:val="20"/>
        </w:rPr>
        <w:t xml:space="preserve">Wykonawca </w:t>
      </w:r>
      <w:r w:rsidRPr="00092681">
        <w:rPr>
          <w:rFonts w:ascii="Calibri" w:eastAsia="Times New Roman" w:hAnsi="Calibri" w:cs="Calibri"/>
          <w:iCs/>
          <w:sz w:val="20"/>
          <w:szCs w:val="20"/>
        </w:rPr>
        <w:t xml:space="preserve">zobowiązuje się w terminie 14 dni od daty zmiany na pisemne poinformowanie </w:t>
      </w:r>
      <w:r w:rsidRPr="00092681">
        <w:rPr>
          <w:rFonts w:ascii="Calibri" w:eastAsia="Times New Roman" w:hAnsi="Calibri" w:cs="Calibri"/>
          <w:bCs/>
          <w:iCs/>
          <w:sz w:val="20"/>
          <w:szCs w:val="20"/>
        </w:rPr>
        <w:t xml:space="preserve">Zamawiającego </w:t>
      </w:r>
      <w:r w:rsidRPr="00092681">
        <w:rPr>
          <w:rFonts w:ascii="Calibri" w:eastAsia="Times New Roman" w:hAnsi="Calibri" w:cs="Calibri"/>
          <w:iCs/>
          <w:sz w:val="20"/>
          <w:szCs w:val="20"/>
        </w:rPr>
        <w:t>o tym fakcie w formie oświadczenia.</w:t>
      </w:r>
    </w:p>
    <w:p w14:paraId="06DA82D4" w14:textId="1E8B886F"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bCs/>
          <w:sz w:val="20"/>
          <w:szCs w:val="20"/>
          <w:lang w:eastAsia="pl-PL"/>
        </w:rPr>
      </w:pPr>
      <w:r w:rsidRPr="000B1E29">
        <w:rPr>
          <w:rFonts w:ascii="Calibri" w:eastAsia="Times New Roman" w:hAnsi="Calibri" w:cs="Calibri"/>
          <w:sz w:val="20"/>
          <w:szCs w:val="20"/>
          <w:lang w:eastAsia="pl-PL"/>
        </w:rPr>
        <w:t xml:space="preserve">W przypadku wyboru naszej oferty zobowiązuję się dostarczyć w terminie </w:t>
      </w:r>
      <w:r w:rsidR="007956CF">
        <w:rPr>
          <w:rFonts w:ascii="Calibri" w:eastAsia="Times New Roman" w:hAnsi="Calibri" w:cs="Calibri"/>
          <w:sz w:val="20"/>
          <w:szCs w:val="20"/>
          <w:lang w:eastAsia="pl-PL"/>
        </w:rPr>
        <w:t>3</w:t>
      </w:r>
      <w:r w:rsidRPr="000B1E29">
        <w:rPr>
          <w:rFonts w:ascii="Calibri" w:eastAsia="Times New Roman" w:hAnsi="Calibri" w:cs="Calibri"/>
          <w:sz w:val="20"/>
          <w:szCs w:val="20"/>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7956CF" w:rsidRDefault="000B1E29" w:rsidP="0090247B">
      <w:pPr>
        <w:numPr>
          <w:ilvl w:val="3"/>
          <w:numId w:val="28"/>
        </w:numPr>
        <w:spacing w:before="60" w:after="60" w:line="288" w:lineRule="auto"/>
        <w:ind w:left="426" w:hanging="426"/>
        <w:jc w:val="both"/>
        <w:rPr>
          <w:rFonts w:ascii="Calibri" w:eastAsia="Times New Roman" w:hAnsi="Calibri" w:cs="Calibri"/>
          <w:b/>
          <w:strike/>
          <w:sz w:val="22"/>
        </w:rPr>
      </w:pPr>
      <w:r w:rsidRPr="000B1E29">
        <w:rPr>
          <w:rFonts w:ascii="Calibri" w:eastAsia="Times New Roman" w:hAnsi="Calibri" w:cs="Calibri"/>
          <w:sz w:val="20"/>
          <w:szCs w:val="20"/>
          <w:lang w:eastAsia="pl-PL"/>
        </w:rPr>
        <w:t xml:space="preserve">Przekazywane przez nas dane osobowe mogą być wykorzystane wyłącznie w  celach związanych </w:t>
      </w:r>
      <w:r w:rsidRPr="007956CF">
        <w:rPr>
          <w:rFonts w:ascii="Calibri" w:eastAsia="Times New Roman" w:hAnsi="Calibri" w:cs="Calibri"/>
          <w:sz w:val="20"/>
          <w:szCs w:val="20"/>
          <w:lang w:eastAsia="pl-PL"/>
        </w:rPr>
        <w:t xml:space="preserve">niniejszym postępowaniem zakupowym. </w:t>
      </w:r>
    </w:p>
    <w:p w14:paraId="473F4AD2"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Do niniejszej oferty są dołączone następujące załączniki:</w:t>
      </w:r>
    </w:p>
    <w:p w14:paraId="6226480F" w14:textId="77777777" w:rsidR="000B1E29" w:rsidRP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1 - …………</w:t>
      </w:r>
    </w:p>
    <w:p w14:paraId="71A74542" w14:textId="77777777" w:rsid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2 - …………</w:t>
      </w:r>
    </w:p>
    <w:p w14:paraId="3E43EF73" w14:textId="77777777" w:rsidR="00B71D43" w:rsidRDefault="00B71D43" w:rsidP="000B1E29">
      <w:pPr>
        <w:tabs>
          <w:tab w:val="left" w:pos="426"/>
        </w:tabs>
        <w:spacing w:before="60" w:after="60"/>
        <w:ind w:firstLine="426"/>
        <w:rPr>
          <w:rFonts w:ascii="Calibri" w:eastAsia="Times New Roman" w:hAnsi="Calibri" w:cs="Calibri"/>
          <w:bCs/>
          <w:sz w:val="20"/>
          <w:szCs w:val="20"/>
        </w:rPr>
      </w:pPr>
    </w:p>
    <w:p w14:paraId="49C5B261" w14:textId="77777777" w:rsidR="00B71D43" w:rsidRDefault="00B71D43" w:rsidP="000B1E29">
      <w:pPr>
        <w:tabs>
          <w:tab w:val="left" w:pos="426"/>
        </w:tabs>
        <w:spacing w:before="60" w:after="60"/>
        <w:ind w:firstLine="426"/>
        <w:rPr>
          <w:rFonts w:ascii="Calibri" w:eastAsia="Times New Roman" w:hAnsi="Calibri" w:cs="Calibri"/>
          <w:bCs/>
          <w:sz w:val="20"/>
          <w:szCs w:val="20"/>
        </w:rPr>
      </w:pPr>
    </w:p>
    <w:p w14:paraId="32325721" w14:textId="77777777" w:rsidR="00B71D43" w:rsidRDefault="00B71D43" w:rsidP="000B1E29">
      <w:pPr>
        <w:tabs>
          <w:tab w:val="left" w:pos="426"/>
        </w:tabs>
        <w:spacing w:before="60" w:after="60"/>
        <w:ind w:firstLine="426"/>
        <w:rPr>
          <w:rFonts w:ascii="Calibri" w:eastAsia="Times New Roman" w:hAnsi="Calibri" w:cs="Calibri"/>
          <w:bCs/>
          <w:sz w:val="20"/>
          <w:szCs w:val="20"/>
        </w:rPr>
      </w:pPr>
    </w:p>
    <w:p w14:paraId="11362850" w14:textId="77777777" w:rsidR="00B71D43" w:rsidRDefault="00B71D43" w:rsidP="000B1E29">
      <w:pPr>
        <w:tabs>
          <w:tab w:val="left" w:pos="426"/>
        </w:tabs>
        <w:spacing w:before="60" w:after="60"/>
        <w:ind w:firstLine="426"/>
        <w:rPr>
          <w:rFonts w:ascii="Calibri" w:eastAsia="Times New Roman" w:hAnsi="Calibri" w:cs="Calibri"/>
          <w:bCs/>
          <w:sz w:val="20"/>
          <w:szCs w:val="20"/>
        </w:rPr>
      </w:pPr>
    </w:p>
    <w:p w14:paraId="7441180F" w14:textId="77777777" w:rsidR="00B71D43" w:rsidRDefault="00B71D43" w:rsidP="000B1E29">
      <w:pPr>
        <w:tabs>
          <w:tab w:val="left" w:pos="426"/>
        </w:tabs>
        <w:spacing w:before="60" w:after="60"/>
        <w:ind w:firstLine="426"/>
        <w:rPr>
          <w:rFonts w:ascii="Calibri" w:eastAsia="Times New Roman" w:hAnsi="Calibri" w:cs="Calibri"/>
          <w:bCs/>
          <w:sz w:val="20"/>
          <w:szCs w:val="20"/>
        </w:rPr>
      </w:pPr>
    </w:p>
    <w:p w14:paraId="720885F6" w14:textId="77777777" w:rsidR="00B71D43" w:rsidRPr="000B1E29" w:rsidRDefault="00B71D43" w:rsidP="000B1E29">
      <w:pPr>
        <w:tabs>
          <w:tab w:val="left" w:pos="426"/>
        </w:tabs>
        <w:spacing w:before="60" w:after="60"/>
        <w:ind w:firstLine="426"/>
        <w:rPr>
          <w:rFonts w:ascii="Calibri" w:eastAsia="Times New Roman" w:hAnsi="Calibri" w:cs="Calibri"/>
          <w:bCs/>
          <w:sz w:val="20"/>
          <w:szCs w:val="20"/>
        </w:rPr>
      </w:pPr>
    </w:p>
    <w:p w14:paraId="3918DEB3" w14:textId="77777777" w:rsidR="000B1E29" w:rsidRPr="000B1E29" w:rsidRDefault="000B1E29" w:rsidP="007956CF">
      <w:pPr>
        <w:spacing w:line="240" w:lineRule="exact"/>
        <w:ind w:left="4690" w:right="-993" w:firstLine="1264"/>
        <w:jc w:val="both"/>
        <w:rPr>
          <w:rFonts w:ascii="Calibri" w:eastAsia="Times New Roman" w:hAnsi="Calibri" w:cs="Calibri"/>
          <w:sz w:val="16"/>
          <w:szCs w:val="16"/>
        </w:rPr>
      </w:pPr>
      <w:r w:rsidRPr="000B1E29">
        <w:rPr>
          <w:rFonts w:ascii="Calibri" w:eastAsia="Times New Roman" w:hAnsi="Calibri" w:cs="Calibri"/>
          <w:sz w:val="16"/>
          <w:szCs w:val="16"/>
        </w:rPr>
        <w:t>...................................................................................</w:t>
      </w:r>
    </w:p>
    <w:p w14:paraId="67762A41" w14:textId="0867A397" w:rsidR="007956CF" w:rsidRPr="007956CF" w:rsidRDefault="007956CF" w:rsidP="007956CF">
      <w:pPr>
        <w:spacing w:after="0" w:line="288" w:lineRule="auto"/>
        <w:ind w:left="5398" w:right="68" w:hanging="153"/>
        <w:jc w:val="center"/>
        <w:rPr>
          <w:rFonts w:ascii="Calibri" w:eastAsia="Times New Roman" w:hAnsi="Calibri" w:cs="Calibri"/>
          <w:i/>
          <w:sz w:val="16"/>
          <w:szCs w:val="16"/>
        </w:rPr>
      </w:pPr>
      <w:r w:rsidRPr="007956CF">
        <w:rPr>
          <w:rFonts w:ascii="Calibri" w:eastAsia="Times New Roman" w:hAnsi="Calibri" w:cs="Calibri"/>
          <w:i/>
          <w:sz w:val="16"/>
          <w:szCs w:val="16"/>
        </w:rPr>
        <w:t>Data i podpisy osób uprawnionych do składania</w:t>
      </w:r>
    </w:p>
    <w:p w14:paraId="0A245E42" w14:textId="3B3FF2B4" w:rsidR="000B1E29" w:rsidRPr="000B1E29" w:rsidRDefault="007956CF" w:rsidP="007956CF">
      <w:pPr>
        <w:spacing w:after="0" w:line="288" w:lineRule="auto"/>
        <w:ind w:left="5398" w:right="68" w:hanging="153"/>
        <w:jc w:val="center"/>
        <w:rPr>
          <w:rFonts w:ascii="Calibri" w:eastAsia="Times New Roman" w:hAnsi="Calibri" w:cs="Calibri"/>
          <w:i/>
          <w:sz w:val="16"/>
          <w:szCs w:val="16"/>
        </w:rPr>
      </w:pPr>
      <w:r w:rsidRPr="007956CF">
        <w:rPr>
          <w:rFonts w:ascii="Calibri" w:eastAsia="Times New Roman" w:hAnsi="Calibri" w:cs="Calibri"/>
          <w:i/>
          <w:sz w:val="16"/>
          <w:szCs w:val="16"/>
        </w:rPr>
        <w:t>oświadczeń woli w imieniu Wykonawcy</w:t>
      </w:r>
    </w:p>
    <w:p w14:paraId="2D86157B" w14:textId="6C0E97D9" w:rsidR="00B050F9" w:rsidRDefault="00B050F9" w:rsidP="005B33FC"/>
    <w:p w14:paraId="04A304F9" w14:textId="4CF59F67" w:rsidR="00B050F9" w:rsidRDefault="00B050F9" w:rsidP="005B33FC"/>
    <w:p w14:paraId="6787AC18" w14:textId="77777777" w:rsidR="003750E1" w:rsidRDefault="003750E1" w:rsidP="005B33FC"/>
    <w:p w14:paraId="2D0D41A2" w14:textId="77777777" w:rsidR="003750E1" w:rsidRDefault="003750E1" w:rsidP="005B33FC"/>
    <w:p w14:paraId="25251616" w14:textId="77777777" w:rsidR="003750E1" w:rsidRDefault="003750E1" w:rsidP="005B33FC"/>
    <w:p w14:paraId="0B698669" w14:textId="77777777" w:rsidR="003750E1" w:rsidRDefault="003750E1" w:rsidP="005B33FC"/>
    <w:p w14:paraId="2A234E20" w14:textId="77777777" w:rsidR="003750E1" w:rsidRDefault="003750E1" w:rsidP="005B33FC"/>
    <w:p w14:paraId="725FACBB" w14:textId="77777777" w:rsidR="003F7E2A" w:rsidRDefault="003F7E2A" w:rsidP="005B33FC"/>
    <w:p w14:paraId="68476CBB" w14:textId="2EA719BD" w:rsidR="005B33FC" w:rsidRPr="005B33FC" w:rsidRDefault="005B33FC" w:rsidP="007956CF">
      <w:pPr>
        <w:pStyle w:val="Nagwek1"/>
      </w:pPr>
      <w:bookmarkStart w:id="1" w:name="_Toc210384143"/>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1090B089" w14:textId="2282AC75" w:rsidR="005B33FC" w:rsidRDefault="005B33FC"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485B1EF8" w14:textId="569B480C" w:rsidR="0075301A" w:rsidRDefault="0075301A" w:rsidP="00C462C1">
      <w:pPr>
        <w:rPr>
          <w:rFonts w:cstheme="minorHAnsi"/>
          <w:sz w:val="20"/>
        </w:rPr>
      </w:pPr>
      <w:r w:rsidRPr="0075301A">
        <w:rPr>
          <w:rFonts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75105787" w14:textId="0E73E0FA" w:rsidR="0075301A" w:rsidRPr="00C462C1" w:rsidRDefault="0075301A" w:rsidP="00C462C1">
      <w:pPr>
        <w:pStyle w:val="Tekstpodstawowy"/>
        <w:jc w:val="left"/>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750CEA">
            <w:rPr>
              <w:rFonts w:asciiTheme="minorHAnsi" w:hAnsiTheme="minorHAnsi" w:cstheme="minorHAnsi"/>
              <w:b/>
              <w:color w:val="286AEE" w:themeColor="accent4" w:themeTint="99"/>
              <w:sz w:val="20"/>
            </w:rPr>
            <w:t>POST/DYS/OSK/GZ/00075/2026</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750CEA" w:rsidRPr="00750CEA">
            <w:rPr>
              <w:rFonts w:asciiTheme="minorHAnsi" w:hAnsiTheme="minorHAnsi"/>
              <w:b/>
              <w:color w:val="286AEE" w:themeColor="accent4" w:themeTint="99"/>
              <w:sz w:val="20"/>
            </w:rPr>
            <w:t>Zakup wsparcia dla IBM DB2.</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37F2C3C5" w14:textId="77777777" w:rsidR="0075301A" w:rsidRPr="00CC7E12" w:rsidRDefault="0075301A" w:rsidP="00C462C1">
      <w:pPr>
        <w:jc w:val="both"/>
        <w:rPr>
          <w:rFonts w:cstheme="minorHAnsi"/>
          <w:b/>
        </w:rPr>
      </w:pPr>
      <w:r w:rsidRPr="00C462C1">
        <w:rPr>
          <w:rFonts w:cstheme="minorHAnsi"/>
          <w:b/>
          <w:sz w:val="16"/>
          <w:szCs w:val="16"/>
        </w:rPr>
        <w:t>OŚWIADCZENIA DOTYCZĄCE WYKONAWCY</w:t>
      </w:r>
      <w:r w:rsidRPr="00CC7E12">
        <w:rPr>
          <w:rFonts w:cstheme="minorHAnsi"/>
          <w:b/>
        </w:rPr>
        <w:t>:</w:t>
      </w:r>
    </w:p>
    <w:p w14:paraId="774D3162" w14:textId="77777777" w:rsidR="0075301A" w:rsidRPr="002C2C2F" w:rsidRDefault="0075301A" w:rsidP="003C2089">
      <w:pPr>
        <w:numPr>
          <w:ilvl w:val="0"/>
          <w:numId w:val="41"/>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3C2089">
      <w:pPr>
        <w:numPr>
          <w:ilvl w:val="0"/>
          <w:numId w:val="41"/>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lastRenderedPageBreak/>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70480C1" w14:textId="1E27D193"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02CC656D" w14:textId="77777777" w:rsidR="0075301A" w:rsidRPr="00C462C1" w:rsidRDefault="0075301A" w:rsidP="0075301A">
      <w:pPr>
        <w:jc w:val="both"/>
        <w:rPr>
          <w:rFonts w:cstheme="minorHAnsi"/>
          <w:b/>
          <w:sz w:val="16"/>
          <w:szCs w:val="20"/>
        </w:rPr>
      </w:pPr>
      <w:r w:rsidRPr="00C462C1">
        <w:rPr>
          <w:rFonts w:cstheme="minorHAnsi"/>
          <w:b/>
          <w:sz w:val="16"/>
          <w:szCs w:val="20"/>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A674F7E" w14:textId="789FA660" w:rsidR="0075301A" w:rsidRPr="00C462C1"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18619641" w14:textId="77777777" w:rsidR="0075301A" w:rsidRPr="00C462C1" w:rsidRDefault="0075301A" w:rsidP="0075301A">
      <w:pPr>
        <w:jc w:val="both"/>
        <w:rPr>
          <w:rFonts w:cstheme="minorHAnsi"/>
          <w:b/>
          <w:sz w:val="16"/>
          <w:szCs w:val="20"/>
        </w:rPr>
      </w:pPr>
      <w:r w:rsidRPr="00C462C1">
        <w:rPr>
          <w:rFonts w:cstheme="minorHAnsi"/>
          <w:b/>
          <w:sz w:val="16"/>
          <w:szCs w:val="20"/>
        </w:rPr>
        <w:t>OŚWIADCZENIE DOTYCZĄCE PODANYCH INFORMACJI:</w:t>
      </w:r>
    </w:p>
    <w:p w14:paraId="60A21F4D" w14:textId="1FBEB700" w:rsidR="0075301A" w:rsidRPr="00CC7E12" w:rsidRDefault="0075301A" w:rsidP="0075301A">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4697C814" w14:textId="77777777" w:rsidR="0075301A" w:rsidRPr="00C462C1" w:rsidRDefault="0075301A" w:rsidP="0075301A">
      <w:pPr>
        <w:jc w:val="both"/>
        <w:rPr>
          <w:rFonts w:cstheme="minorHAnsi"/>
          <w:b/>
          <w:sz w:val="16"/>
          <w:szCs w:val="20"/>
        </w:rPr>
      </w:pPr>
      <w:r w:rsidRPr="00C462C1">
        <w:rPr>
          <w:rFonts w:cstheme="minorHAnsi"/>
          <w:b/>
          <w:sz w:val="16"/>
          <w:szCs w:val="20"/>
        </w:rPr>
        <w:t>INFORMACJA DOTYCZĄCA DOSTĘPU DO PODMIOTOWYCH ŚRODKÓW DOWODOWYCH/ DOKUMENTÓW REJESTROWYCH/DOKUMENTÓW</w:t>
      </w:r>
      <w:r w:rsidRPr="00C462C1">
        <w:rPr>
          <w:rFonts w:cstheme="minorHAnsi"/>
          <w:sz w:val="16"/>
          <w:szCs w:val="20"/>
        </w:rPr>
        <w:t xml:space="preserve"> </w:t>
      </w:r>
      <w:r w:rsidRPr="00C462C1">
        <w:rPr>
          <w:rFonts w:cstheme="minorHAnsi"/>
          <w:b/>
          <w:sz w:val="16"/>
          <w:szCs w:val="20"/>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58FE3C69" w14:textId="77777777" w:rsidR="0075301A" w:rsidRPr="00CC7E12" w:rsidRDefault="0075301A" w:rsidP="0075301A">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2C607E4F" w14:textId="77777777" w:rsidR="0075301A" w:rsidRPr="00CC7E12" w:rsidRDefault="0075301A" w:rsidP="0075301A">
      <w:pPr>
        <w:jc w:val="both"/>
        <w:rPr>
          <w:rFonts w:cstheme="minorHAnsi"/>
          <w:sz w:val="16"/>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6D28603" w14:textId="77777777" w:rsidR="0075301A" w:rsidRDefault="0075301A" w:rsidP="0075301A">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14F5C6AF" w14:textId="77777777" w:rsidR="00C462C1" w:rsidRDefault="00C462C1" w:rsidP="0075301A">
      <w:pPr>
        <w:ind w:left="5398" w:right="68" w:hanging="153"/>
        <w:jc w:val="center"/>
        <w:rPr>
          <w:rFonts w:ascii="Verdana" w:eastAsia="Verdana" w:hAnsi="Verdana" w:cs="Times New Roman"/>
        </w:rPr>
      </w:pPr>
    </w:p>
    <w:p w14:paraId="6302C252" w14:textId="77777777" w:rsidR="00C462C1" w:rsidRDefault="00C462C1" w:rsidP="0075301A">
      <w:pPr>
        <w:ind w:left="5398" w:right="68" w:hanging="153"/>
        <w:jc w:val="center"/>
        <w:rPr>
          <w:rFonts w:ascii="Verdana" w:eastAsia="Verdana" w:hAnsi="Verdana" w:cs="Times New Roman"/>
        </w:rPr>
      </w:pPr>
    </w:p>
    <w:p w14:paraId="7DF210E6" w14:textId="77777777" w:rsidR="00C462C1" w:rsidRDefault="00C462C1" w:rsidP="0075301A">
      <w:pPr>
        <w:ind w:left="5398" w:right="68" w:hanging="153"/>
        <w:jc w:val="center"/>
        <w:rPr>
          <w:rFonts w:ascii="Verdana" w:eastAsia="Verdana" w:hAnsi="Verdana" w:cs="Times New Roman"/>
        </w:rPr>
      </w:pPr>
    </w:p>
    <w:p w14:paraId="61E0B8AE" w14:textId="77777777" w:rsidR="00C462C1" w:rsidRDefault="00C462C1" w:rsidP="0075301A">
      <w:pPr>
        <w:ind w:left="5398" w:right="68" w:hanging="153"/>
        <w:jc w:val="center"/>
        <w:rPr>
          <w:rFonts w:cstheme="minorHAnsi"/>
          <w:i/>
          <w:sz w:val="16"/>
          <w:szCs w:val="16"/>
        </w:rPr>
      </w:pPr>
    </w:p>
    <w:p w14:paraId="3A81DD7F" w14:textId="77777777" w:rsidR="003F7E2A" w:rsidRDefault="003F7E2A" w:rsidP="0075301A">
      <w:pPr>
        <w:ind w:left="5398" w:right="68" w:hanging="153"/>
        <w:jc w:val="center"/>
        <w:rPr>
          <w:rFonts w:cstheme="minorHAnsi"/>
          <w:i/>
          <w:sz w:val="16"/>
          <w:szCs w:val="16"/>
        </w:rPr>
      </w:pPr>
    </w:p>
    <w:p w14:paraId="207C673F" w14:textId="77777777" w:rsidR="003F7E2A" w:rsidRDefault="003F7E2A" w:rsidP="0075301A">
      <w:pPr>
        <w:ind w:left="5398" w:right="68" w:hanging="153"/>
        <w:jc w:val="center"/>
        <w:rPr>
          <w:rFonts w:cstheme="minorHAnsi"/>
          <w:i/>
          <w:sz w:val="16"/>
          <w:szCs w:val="16"/>
        </w:rPr>
      </w:pPr>
    </w:p>
    <w:p w14:paraId="4FF5F6B6" w14:textId="77777777" w:rsidR="003F7E2A" w:rsidRDefault="003F7E2A" w:rsidP="0075301A">
      <w:pPr>
        <w:ind w:left="5398" w:right="68" w:hanging="153"/>
        <w:jc w:val="center"/>
        <w:rPr>
          <w:rFonts w:cstheme="minorHAnsi"/>
          <w:i/>
          <w:sz w:val="16"/>
          <w:szCs w:val="16"/>
        </w:rPr>
      </w:pPr>
    </w:p>
    <w:p w14:paraId="7E316E1D" w14:textId="77777777" w:rsidR="006D79A9" w:rsidRPr="002C2C2F" w:rsidRDefault="006D79A9" w:rsidP="0075301A">
      <w:pPr>
        <w:ind w:left="5398" w:right="68" w:hanging="153"/>
        <w:jc w:val="center"/>
        <w:rPr>
          <w:rFonts w:cstheme="minorHAnsi"/>
          <w:i/>
          <w:sz w:val="16"/>
          <w:szCs w:val="16"/>
        </w:rPr>
      </w:pPr>
    </w:p>
    <w:p w14:paraId="49B89F14" w14:textId="454EBF65" w:rsidR="00B464D1" w:rsidRDefault="00B464D1" w:rsidP="001318C9"/>
    <w:sectPr w:rsidR="00B464D1" w:rsidSect="00F32BD1">
      <w:headerReference w:type="default" r:id="rId18"/>
      <w:footerReference w:type="default" r:id="rId19"/>
      <w:headerReference w:type="first" r:id="rId20"/>
      <w:footerReference w:type="first" r:id="rId21"/>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5D4CAC" w:rsidRDefault="005D4CAC" w:rsidP="00582CE9">
      <w:pPr>
        <w:spacing w:after="0"/>
      </w:pPr>
      <w:r>
        <w:separator/>
      </w:r>
    </w:p>
  </w:endnote>
  <w:endnote w:type="continuationSeparator" w:id="0">
    <w:p w14:paraId="6CFFA56B" w14:textId="77777777" w:rsidR="005D4CAC" w:rsidRDefault="005D4CA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49E40CA7" w:rsidR="005D4CAC" w:rsidRPr="007E7070" w:rsidRDefault="005D4CAC"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E96527">
          <w:rPr>
            <w:rFonts w:ascii="Calibri" w:hAnsi="Calibri"/>
            <w:b/>
            <w:bCs/>
            <w:noProof/>
            <w:szCs w:val="18"/>
          </w:rPr>
          <w:t>10</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E96527">
          <w:rPr>
            <w:rFonts w:ascii="Calibri" w:hAnsi="Calibri"/>
            <w:b/>
            <w:bCs/>
            <w:noProof/>
            <w:szCs w:val="18"/>
          </w:rPr>
          <w:t>38</w:t>
        </w:r>
        <w:r w:rsidRPr="007E7070">
          <w:rPr>
            <w:rFonts w:ascii="Calibri" w:hAnsi="Calibri"/>
            <w:b/>
            <w:bCs/>
            <w:szCs w:val="18"/>
          </w:rPr>
          <w:fldChar w:fldCharType="end"/>
        </w:r>
      </w:p>
      <w:p w14:paraId="75514867" w14:textId="7571DEED" w:rsidR="005D4CAC" w:rsidRDefault="00750CEA">
        <w:pPr>
          <w:pStyle w:val="Stopka"/>
          <w:jc w:val="right"/>
        </w:pPr>
      </w:p>
    </w:sdtContent>
  </w:sdt>
  <w:p w14:paraId="4A5385B6" w14:textId="13293DB5" w:rsidR="005D4CAC" w:rsidRDefault="005D4CAC"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314552B" w:rsidR="005D4CAC" w:rsidRDefault="005D4CAC">
        <w:pPr>
          <w:pStyle w:val="Stopka"/>
          <w:jc w:val="right"/>
        </w:pPr>
        <w:r>
          <w:fldChar w:fldCharType="begin"/>
        </w:r>
        <w:r>
          <w:instrText>PAGE   \* MERGEFORMAT</w:instrText>
        </w:r>
        <w:r>
          <w:fldChar w:fldCharType="separate"/>
        </w:r>
        <w:r w:rsidR="00E96527">
          <w:rPr>
            <w:noProof/>
          </w:rPr>
          <w:t>1</w:t>
        </w:r>
        <w:r>
          <w:fldChar w:fldCharType="end"/>
        </w:r>
      </w:p>
    </w:sdtContent>
  </w:sdt>
  <w:p w14:paraId="351C11EF" w14:textId="77777777" w:rsidR="005D4CAC" w:rsidRDefault="005D4C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5D4CAC" w:rsidRDefault="005D4CAC" w:rsidP="00582CE9">
      <w:pPr>
        <w:spacing w:after="0"/>
      </w:pPr>
      <w:r>
        <w:separator/>
      </w:r>
    </w:p>
  </w:footnote>
  <w:footnote w:type="continuationSeparator" w:id="0">
    <w:p w14:paraId="341A264F" w14:textId="77777777" w:rsidR="005D4CAC" w:rsidRDefault="005D4CAC" w:rsidP="00582CE9">
      <w:pPr>
        <w:spacing w:after="0"/>
      </w:pPr>
      <w:r>
        <w:continuationSeparator/>
      </w:r>
    </w:p>
  </w:footnote>
  <w:footnote w:id="1">
    <w:p w14:paraId="0F932808" w14:textId="77777777" w:rsidR="005D4CAC" w:rsidRPr="000B1E29" w:rsidRDefault="005D4CAC"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5D4CAC" w:rsidRPr="003C7649" w:rsidRDefault="005D4CAC"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5D4CAC" w:rsidRPr="000B1E29" w:rsidRDefault="005D4CAC"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5D4CAC" w:rsidRPr="000B1E29" w:rsidRDefault="005D4CAC"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5D4CAC" w:rsidRPr="000B1E29" w:rsidRDefault="005D4CAC"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5D4CAC" w:rsidRPr="003F2EF3" w:rsidRDefault="005D4CAC"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5D4CAC" w:rsidRPr="000B1E29" w:rsidRDefault="005D4CAC"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5D4CAC" w:rsidRDefault="005D4CAC"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5D4CAC" w:rsidRPr="000B1E29" w:rsidRDefault="005D4CAC"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5D4CAC" w:rsidRDefault="005D4CAC" w:rsidP="000B1E29">
      <w:pPr>
        <w:pStyle w:val="Tekstprzypisudolnego"/>
      </w:pPr>
      <w:r w:rsidRPr="000B1E29">
        <w:rPr>
          <w:rFonts w:cs="Calibri"/>
          <w:sz w:val="16"/>
          <w:szCs w:val="16"/>
        </w:rPr>
        <w:t>*niepotrzebne skreślić</w:t>
      </w:r>
    </w:p>
  </w:footnote>
  <w:footnote w:id="10">
    <w:p w14:paraId="624167AE" w14:textId="77777777" w:rsidR="005D4CAC" w:rsidRPr="005A6E56" w:rsidRDefault="005D4CAC"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5D4CAC" w:rsidRPr="00872F1F" w:rsidRDefault="005D4CAC"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5D4CAC" w:rsidRPr="00872F1F" w:rsidRDefault="005D4CAC" w:rsidP="003C208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5D4CAC" w:rsidRPr="00872F1F" w:rsidRDefault="005D4CAC" w:rsidP="003C2089">
      <w:pPr>
        <w:pStyle w:val="Tekstprzypisudolnego"/>
        <w:numPr>
          <w:ilvl w:val="0"/>
          <w:numId w:val="40"/>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5D4CAC" w:rsidRPr="00872F1F" w:rsidRDefault="005D4CAC" w:rsidP="003C208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5D4CAC" w:rsidRPr="00872F1F" w:rsidRDefault="005D4CAC"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5D4CAC" w:rsidRPr="00872F1F" w:rsidRDefault="005D4CAC"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5D4CAC" w:rsidRPr="00872F1F" w:rsidRDefault="005D4CAC"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5D4CAC" w:rsidRPr="00872F1F" w:rsidRDefault="005D4CAC"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5D4CAC" w:rsidRPr="00872F1F" w:rsidRDefault="005D4CAC"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5D4CAC" w:rsidRPr="006B2C28" w14:paraId="3B896BDC" w14:textId="77777777" w:rsidTr="00582CE9">
      <w:trPr>
        <w:trHeight w:val="1140"/>
      </w:trPr>
      <w:tc>
        <w:tcPr>
          <w:tcW w:w="6119" w:type="dxa"/>
          <w:vAlign w:val="center"/>
        </w:tcPr>
        <w:p w14:paraId="045985F7" w14:textId="5FB8F105" w:rsidR="005D4CAC" w:rsidRPr="006E100D" w:rsidRDefault="005D4CAC"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0FE5C587" w:rsidR="005D4CAC" w:rsidRPr="00B03B64" w:rsidRDefault="00750CEA"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POST/DYS/OSK/GZ/00075/2026</w:t>
              </w:r>
            </w:sdtContent>
          </w:sdt>
        </w:p>
      </w:tc>
      <w:tc>
        <w:tcPr>
          <w:tcW w:w="977" w:type="dxa"/>
          <w:vAlign w:val="center"/>
        </w:tcPr>
        <w:p w14:paraId="3FED520E" w14:textId="72C65808" w:rsidR="005D4CAC" w:rsidRPr="006B2C28" w:rsidRDefault="005D4CAC" w:rsidP="00582CE9">
          <w:pPr>
            <w:suppressAutoHyphens/>
            <w:ind w:right="187"/>
            <w:rPr>
              <w:rFonts w:asciiTheme="majorHAnsi" w:hAnsiTheme="majorHAnsi"/>
              <w:color w:val="092D74"/>
              <w:sz w:val="14"/>
              <w:szCs w:val="18"/>
            </w:rPr>
          </w:pPr>
        </w:p>
      </w:tc>
      <w:tc>
        <w:tcPr>
          <w:tcW w:w="3110" w:type="dxa"/>
          <w:vAlign w:val="center"/>
        </w:tcPr>
        <w:p w14:paraId="0E71B715" w14:textId="46566AAF" w:rsidR="005D4CAC" w:rsidRPr="006B2C28" w:rsidRDefault="005D4CA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5D4CAC" w:rsidRPr="00833EC9" w:rsidRDefault="005D4CAC"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5D4CAC" w:rsidRPr="00833EC9" w:rsidRDefault="005D4CAC"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5D4CAC" w:rsidRDefault="005D4CA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66343" w14:textId="695B45DB" w:rsidR="005D4CAC" w:rsidRDefault="005D4CAC">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24893AC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5D4CAC" w:rsidRPr="00833EC9" w:rsidRDefault="005D4CAC"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27"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44293D8E" w:rsidR="005D4CAC" w:rsidRPr="00833EC9" w:rsidRDefault="005D4CAC"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AC1C3B4E"/>
    <w:name w:val="WW8Num9"/>
    <w:lvl w:ilvl="0">
      <w:start w:val="1"/>
      <w:numFmt w:val="decimal"/>
      <w:lvlText w:val="%1)"/>
      <w:lvlJc w:val="left"/>
      <w:pPr>
        <w:tabs>
          <w:tab w:val="num" w:pos="0"/>
        </w:tabs>
        <w:ind w:left="786" w:hanging="360"/>
      </w:pPr>
      <w:rPr>
        <w:rFonts w:ascii="Calibri" w:eastAsia="Times New Roman" w:hAnsi="Calibri" w:cs="Arial"/>
        <w:b w:val="0"/>
        <w:sz w:val="20"/>
        <w:szCs w:val="22"/>
      </w:rPr>
    </w:lvl>
  </w:abstractNum>
  <w:abstractNum w:abstractNumId="1" w15:restartNumberingAfterBreak="0">
    <w:nsid w:val="00000013"/>
    <w:multiLevelType w:val="singleLevel"/>
    <w:tmpl w:val="56F8BFC8"/>
    <w:name w:val="WW8Num19"/>
    <w:lvl w:ilvl="0">
      <w:start w:val="1"/>
      <w:numFmt w:val="decimal"/>
      <w:lvlText w:val="%1)"/>
      <w:lvlJc w:val="left"/>
      <w:pPr>
        <w:tabs>
          <w:tab w:val="num" w:pos="141"/>
        </w:tabs>
        <w:ind w:left="927" w:hanging="360"/>
      </w:pPr>
      <w:rPr>
        <w:b w:val="0"/>
        <w:color w:val="auto"/>
        <w:sz w:val="22"/>
        <w:szCs w:val="22"/>
      </w:rPr>
    </w:lvl>
  </w:abstractNum>
  <w:abstractNum w:abstractNumId="2" w15:restartNumberingAfterBreak="0">
    <w:nsid w:val="0000003C"/>
    <w:multiLevelType w:val="singleLevel"/>
    <w:tmpl w:val="0000003C"/>
    <w:name w:val="WW8Num60"/>
    <w:lvl w:ilvl="0">
      <w:start w:val="1"/>
      <w:numFmt w:val="decimal"/>
      <w:lvlText w:val="%1)"/>
      <w:lvlJc w:val="left"/>
      <w:pPr>
        <w:tabs>
          <w:tab w:val="num" w:pos="0"/>
        </w:tabs>
        <w:ind w:left="786" w:hanging="360"/>
      </w:pPr>
      <w:rPr>
        <w:b w:val="0"/>
      </w:rPr>
    </w:lvl>
  </w:abstractNum>
  <w:abstractNum w:abstractNumId="3" w15:restartNumberingAfterBreak="0">
    <w:nsid w:val="0000004F"/>
    <w:multiLevelType w:val="multilevel"/>
    <w:tmpl w:val="F8F6802C"/>
    <w:name w:val="WW8Num79"/>
    <w:lvl w:ilvl="0">
      <w:start w:val="1"/>
      <w:numFmt w:val="decimal"/>
      <w:lvlText w:val="%1."/>
      <w:lvlJc w:val="left"/>
      <w:pPr>
        <w:tabs>
          <w:tab w:val="num" w:pos="1076"/>
        </w:tabs>
        <w:ind w:left="1076" w:hanging="432"/>
      </w:pPr>
    </w:lvl>
    <w:lvl w:ilvl="1">
      <w:start w:val="1"/>
      <w:numFmt w:val="decimal"/>
      <w:lvlText w:val="%1.%2."/>
      <w:lvlJc w:val="left"/>
      <w:pPr>
        <w:tabs>
          <w:tab w:val="num" w:pos="1002"/>
        </w:tabs>
        <w:ind w:left="1002" w:hanging="576"/>
      </w:pPr>
      <w:rPr>
        <w:i w:val="0"/>
      </w:rPr>
    </w:lvl>
    <w:lvl w:ilvl="2">
      <w:start w:val="1"/>
      <w:numFmt w:val="decimal"/>
      <w:lvlText w:val="%1.%2.%3."/>
      <w:lvlJc w:val="left"/>
      <w:pPr>
        <w:tabs>
          <w:tab w:val="num" w:pos="1364"/>
        </w:tabs>
        <w:ind w:left="1364" w:hanging="720"/>
      </w:pPr>
    </w:lvl>
    <w:lvl w:ilvl="3">
      <w:start w:val="1"/>
      <w:numFmt w:val="decimal"/>
      <w:lvlText w:val="%1.%2.%3.%4"/>
      <w:lvlJc w:val="left"/>
      <w:pPr>
        <w:tabs>
          <w:tab w:val="num" w:pos="1508"/>
        </w:tabs>
        <w:ind w:left="1508" w:hanging="864"/>
      </w:pPr>
    </w:lvl>
    <w:lvl w:ilvl="4">
      <w:start w:val="1"/>
      <w:numFmt w:val="decimal"/>
      <w:lvlText w:val="%1.%2.%3.%4.%5"/>
      <w:lvlJc w:val="left"/>
      <w:pPr>
        <w:tabs>
          <w:tab w:val="num" w:pos="1652"/>
        </w:tabs>
        <w:ind w:left="1652" w:hanging="1008"/>
      </w:pPr>
    </w:lvl>
    <w:lvl w:ilvl="5">
      <w:start w:val="1"/>
      <w:numFmt w:val="decimal"/>
      <w:lvlText w:val="%1.%2.%3.%4.%5.%6"/>
      <w:lvlJc w:val="left"/>
      <w:pPr>
        <w:tabs>
          <w:tab w:val="num" w:pos="1796"/>
        </w:tabs>
        <w:ind w:left="1796" w:hanging="1152"/>
      </w:pPr>
    </w:lvl>
    <w:lvl w:ilvl="6">
      <w:start w:val="1"/>
      <w:numFmt w:val="decimal"/>
      <w:lvlText w:val="%1.%2.%3.%4.%5.%6.%7"/>
      <w:lvlJc w:val="left"/>
      <w:pPr>
        <w:tabs>
          <w:tab w:val="num" w:pos="1940"/>
        </w:tabs>
        <w:ind w:left="1940" w:hanging="1296"/>
      </w:pPr>
    </w:lvl>
    <w:lvl w:ilvl="7">
      <w:start w:val="1"/>
      <w:numFmt w:val="decimal"/>
      <w:lvlText w:val="%1.%2.%3.%4.%5.%6.%7.%8"/>
      <w:lvlJc w:val="left"/>
      <w:pPr>
        <w:tabs>
          <w:tab w:val="num" w:pos="2084"/>
        </w:tabs>
        <w:ind w:left="2084" w:hanging="1440"/>
      </w:pPr>
    </w:lvl>
    <w:lvl w:ilvl="8">
      <w:start w:val="1"/>
      <w:numFmt w:val="decimal"/>
      <w:lvlText w:val="%1.%2.%3.%4.%5.%6.%7.%8.%9"/>
      <w:lvlJc w:val="left"/>
      <w:pPr>
        <w:tabs>
          <w:tab w:val="num" w:pos="2228"/>
        </w:tabs>
        <w:ind w:left="2228" w:hanging="1584"/>
      </w:pPr>
    </w:lvl>
  </w:abstractNum>
  <w:abstractNum w:abstractNumId="4" w15:restartNumberingAfterBreak="0">
    <w:nsid w:val="00000052"/>
    <w:multiLevelType w:val="singleLevel"/>
    <w:tmpl w:val="F020B942"/>
    <w:name w:val="WW8Num82"/>
    <w:lvl w:ilvl="0">
      <w:start w:val="1"/>
      <w:numFmt w:val="decimal"/>
      <w:lvlText w:val="%1)"/>
      <w:lvlJc w:val="left"/>
      <w:pPr>
        <w:tabs>
          <w:tab w:val="num" w:pos="0"/>
        </w:tabs>
        <w:ind w:left="786" w:hanging="360"/>
      </w:pPr>
      <w:rPr>
        <w:rFonts w:ascii="Calibri" w:hAnsi="Calibri" w:cs="Arial" w:hint="default"/>
        <w:b w:val="0"/>
      </w:rPr>
    </w:lvl>
  </w:abstractNum>
  <w:abstractNum w:abstractNumId="5"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207065"/>
    <w:multiLevelType w:val="hybridMultilevel"/>
    <w:tmpl w:val="A7F6F148"/>
    <w:lvl w:ilvl="0" w:tplc="EAA66626">
      <w:start w:val="1"/>
      <w:numFmt w:val="decimal"/>
      <w:lvlText w:val="%1)"/>
      <w:lvlJc w:val="left"/>
      <w:pPr>
        <w:ind w:left="1068" w:hanging="360"/>
      </w:pPr>
      <w:rPr>
        <w:rFonts w:ascii="Calibri" w:hAnsi="Calibri" w:cs="Arial" w:hint="default"/>
        <w:b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0A26A4C"/>
    <w:multiLevelType w:val="hybridMultilevel"/>
    <w:tmpl w:val="917E1296"/>
    <w:lvl w:ilvl="0" w:tplc="4462B01E">
      <w:start w:val="1"/>
      <w:numFmt w:val="decimal"/>
      <w:lvlText w:val="%1)"/>
      <w:lvlJc w:val="left"/>
      <w:pPr>
        <w:ind w:left="1068" w:hanging="360"/>
      </w:pPr>
      <w:rPr>
        <w:rFonts w:ascii="Calibri" w:hAnsi="Calibri" w:cs="Arial" w:hint="default"/>
        <w:b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013E539B"/>
    <w:multiLevelType w:val="multilevel"/>
    <w:tmpl w:val="30C088B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Calibri" w:hAnsi="Calibri" w:cs="Calibr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6342D2A"/>
    <w:multiLevelType w:val="hybridMultilevel"/>
    <w:tmpl w:val="78723C9C"/>
    <w:lvl w:ilvl="0" w:tplc="830AC0AC">
      <w:start w:val="1"/>
      <w:numFmt w:val="lowerLetter"/>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068F582D"/>
    <w:multiLevelType w:val="hybridMultilevel"/>
    <w:tmpl w:val="119CE3C6"/>
    <w:lvl w:ilvl="0" w:tplc="D9F06E8C">
      <w:start w:val="1"/>
      <w:numFmt w:val="decimal"/>
      <w:lvlText w:val="%1)"/>
      <w:lvlJc w:val="left"/>
      <w:pPr>
        <w:ind w:left="1068" w:hanging="360"/>
      </w:pPr>
      <w:rPr>
        <w:rFonts w:ascii="Calibri" w:hAnsi="Calibri" w:cs="Arial" w:hint="default"/>
        <w:b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088331B4"/>
    <w:multiLevelType w:val="hybridMultilevel"/>
    <w:tmpl w:val="D2884F04"/>
    <w:lvl w:ilvl="0" w:tplc="BE569B5C">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4" w15:restartNumberingAfterBreak="0">
    <w:nsid w:val="0AA74D1B"/>
    <w:multiLevelType w:val="hybridMultilevel"/>
    <w:tmpl w:val="E3E68DDE"/>
    <w:lvl w:ilvl="0" w:tplc="26BEB0BA">
      <w:start w:val="1"/>
      <w:numFmt w:val="decimal"/>
      <w:lvlText w:val="%1)"/>
      <w:lvlJc w:val="left"/>
      <w:pPr>
        <w:ind w:left="786" w:hanging="360"/>
      </w:pPr>
      <w:rPr>
        <w:rFonts w:ascii="Calibri" w:hAnsi="Calibri" w:cs="Arial" w:hint="default"/>
        <w:b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6" w15:restartNumberingAfterBreak="0">
    <w:nsid w:val="0B23783C"/>
    <w:multiLevelType w:val="multilevel"/>
    <w:tmpl w:val="F7D8C856"/>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17"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0C2F15FC"/>
    <w:multiLevelType w:val="hybridMultilevel"/>
    <w:tmpl w:val="CBF2B7A8"/>
    <w:lvl w:ilvl="0" w:tplc="32E26084">
      <w:start w:val="1"/>
      <w:numFmt w:val="decimal"/>
      <w:lvlText w:val="%1)"/>
      <w:lvlJc w:val="left"/>
      <w:pPr>
        <w:ind w:left="786" w:hanging="360"/>
      </w:pPr>
      <w:rPr>
        <w:rFonts w:hint="default"/>
        <w:b w:val="0"/>
        <w:color w:val="000000"/>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0D1300"/>
    <w:multiLevelType w:val="hybridMultilevel"/>
    <w:tmpl w:val="85522596"/>
    <w:lvl w:ilvl="0" w:tplc="59826D1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24" w15:restartNumberingAfterBreak="0">
    <w:nsid w:val="144F51CA"/>
    <w:multiLevelType w:val="hybridMultilevel"/>
    <w:tmpl w:val="68F8538A"/>
    <w:lvl w:ilvl="0" w:tplc="604C96A6">
      <w:start w:val="1"/>
      <w:numFmt w:val="decimal"/>
      <w:lvlText w:val="%1)"/>
      <w:lvlJc w:val="left"/>
      <w:pPr>
        <w:ind w:left="786" w:hanging="360"/>
      </w:pPr>
      <w:rPr>
        <w:rFonts w:ascii="Calibri" w:hAnsi="Calibri" w:cs="Arial" w:hint="default"/>
        <w:b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14842ECA"/>
    <w:multiLevelType w:val="hybridMultilevel"/>
    <w:tmpl w:val="9E50DE0E"/>
    <w:lvl w:ilvl="0" w:tplc="3BF6C14C">
      <w:start w:val="1"/>
      <w:numFmt w:val="decimal"/>
      <w:lvlText w:val="%1)"/>
      <w:lvlJc w:val="left"/>
      <w:pPr>
        <w:ind w:left="1085" w:hanging="375"/>
      </w:pPr>
      <w:rPr>
        <w:rFonts w:hint="default"/>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28" w15:restartNumberingAfterBreak="0">
    <w:nsid w:val="17484F89"/>
    <w:multiLevelType w:val="hybridMultilevel"/>
    <w:tmpl w:val="0B7ACA58"/>
    <w:lvl w:ilvl="0" w:tplc="35C8A8E6">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32" w15:restartNumberingAfterBreak="0">
    <w:nsid w:val="1A9505AE"/>
    <w:multiLevelType w:val="hybridMultilevel"/>
    <w:tmpl w:val="48740A60"/>
    <w:lvl w:ilvl="0" w:tplc="5824D552">
      <w:start w:val="1"/>
      <w:numFmt w:val="lowerLetter"/>
      <w:lvlText w:val="%1)"/>
      <w:lvlJc w:val="left"/>
      <w:pPr>
        <w:ind w:left="1428" w:hanging="360"/>
      </w:pPr>
      <w:rPr>
        <w:rFonts w:hint="default"/>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3F34D13"/>
    <w:multiLevelType w:val="hybridMultilevel"/>
    <w:tmpl w:val="3B688400"/>
    <w:lvl w:ilvl="0" w:tplc="8EBEB8D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657216A"/>
    <w:multiLevelType w:val="hybridMultilevel"/>
    <w:tmpl w:val="03284DA2"/>
    <w:lvl w:ilvl="0" w:tplc="CD2A6762">
      <w:start w:val="1"/>
      <w:numFmt w:val="decimal"/>
      <w:lvlText w:val="%1)"/>
      <w:lvlJc w:val="left"/>
      <w:pPr>
        <w:ind w:left="177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27DB2583"/>
    <w:multiLevelType w:val="hybridMultilevel"/>
    <w:tmpl w:val="CC9AC5E2"/>
    <w:lvl w:ilvl="0" w:tplc="2666771E">
      <w:start w:val="1"/>
      <w:numFmt w:val="decimal"/>
      <w:lvlText w:val="%1)"/>
      <w:lvlJc w:val="left"/>
      <w:pPr>
        <w:ind w:left="1068" w:hanging="360"/>
      </w:pPr>
      <w:rPr>
        <w:rFonts w:ascii="Calibri" w:hAnsi="Calibri" w:cs="Arial" w:hint="default"/>
        <w:b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BA75BEF"/>
    <w:multiLevelType w:val="hybridMultilevel"/>
    <w:tmpl w:val="8AEE406E"/>
    <w:lvl w:ilvl="0" w:tplc="228820B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30E27C7C"/>
    <w:multiLevelType w:val="hybridMultilevel"/>
    <w:tmpl w:val="DD8A9D24"/>
    <w:lvl w:ilvl="0" w:tplc="F25408EE">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1262CDC"/>
    <w:multiLevelType w:val="hybridMultilevel"/>
    <w:tmpl w:val="064603CA"/>
    <w:lvl w:ilvl="0" w:tplc="C2EA405E">
      <w:start w:val="1"/>
      <w:numFmt w:val="decimal"/>
      <w:lvlText w:val="%1)"/>
      <w:lvlJc w:val="left"/>
      <w:pPr>
        <w:ind w:left="1068" w:hanging="360"/>
      </w:pPr>
      <w:rPr>
        <w:rFonts w:ascii="Arial" w:hAnsi="Arial" w:cs="Arial" w:hint="default"/>
        <w:b w:val="0"/>
        <w:sz w:val="20"/>
        <w:szCs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333E1D9B"/>
    <w:multiLevelType w:val="hybridMultilevel"/>
    <w:tmpl w:val="E53239A2"/>
    <w:lvl w:ilvl="0" w:tplc="70304C72">
      <w:start w:val="1"/>
      <w:numFmt w:val="lowerLetter"/>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3EA4824"/>
    <w:multiLevelType w:val="hybridMultilevel"/>
    <w:tmpl w:val="F7AC18A8"/>
    <w:lvl w:ilvl="0" w:tplc="2B085F56">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348C0E3D"/>
    <w:multiLevelType w:val="hybridMultilevel"/>
    <w:tmpl w:val="FACABE70"/>
    <w:lvl w:ilvl="0" w:tplc="5890253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6330A10"/>
    <w:multiLevelType w:val="hybridMultilevel"/>
    <w:tmpl w:val="1F2C252C"/>
    <w:lvl w:ilvl="0" w:tplc="5EBA6B02">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1" w15:restartNumberingAfterBreak="0">
    <w:nsid w:val="37213CF1"/>
    <w:multiLevelType w:val="hybridMultilevel"/>
    <w:tmpl w:val="4DE01E0A"/>
    <w:lvl w:ilvl="0" w:tplc="B2C4882A">
      <w:start w:val="1"/>
      <w:numFmt w:val="lowerLetter"/>
      <w:lvlText w:val="%1)"/>
      <w:lvlJc w:val="left"/>
      <w:pPr>
        <w:ind w:left="1428" w:hanging="360"/>
      </w:pPr>
      <w:rPr>
        <w:rFonts w:hint="default"/>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378F2459"/>
    <w:multiLevelType w:val="multilevel"/>
    <w:tmpl w:val="4754B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91E6CBF"/>
    <w:multiLevelType w:val="hybridMultilevel"/>
    <w:tmpl w:val="D446085A"/>
    <w:lvl w:ilvl="0" w:tplc="E946CF80">
      <w:start w:val="1"/>
      <w:numFmt w:val="decimal"/>
      <w:lvlText w:val="%1)"/>
      <w:lvlJc w:val="left"/>
      <w:pPr>
        <w:ind w:left="786" w:hanging="360"/>
      </w:pPr>
      <w:rPr>
        <w:rFonts w:ascii="Calibri" w:hAnsi="Calibri" w:cs="Arial" w:hint="default"/>
        <w:b w:val="0"/>
        <w:sz w:val="20"/>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39D9095D"/>
    <w:multiLevelType w:val="hybridMultilevel"/>
    <w:tmpl w:val="74AA2AC0"/>
    <w:lvl w:ilvl="0" w:tplc="5176AA52">
      <w:start w:val="1"/>
      <w:numFmt w:val="decimal"/>
      <w:lvlText w:val="%1)"/>
      <w:lvlJc w:val="left"/>
      <w:pPr>
        <w:ind w:left="1495"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A2C618D"/>
    <w:multiLevelType w:val="hybridMultilevel"/>
    <w:tmpl w:val="70086794"/>
    <w:lvl w:ilvl="0" w:tplc="04150001">
      <w:start w:val="1"/>
      <w:numFmt w:val="bullet"/>
      <w:lvlText w:val=""/>
      <w:lvlJc w:val="left"/>
      <w:pPr>
        <w:ind w:left="2073" w:hanging="360"/>
      </w:pPr>
      <w:rPr>
        <w:rFonts w:ascii="Symbol" w:hAnsi="Symbol" w:hint="default"/>
      </w:rPr>
    </w:lvl>
    <w:lvl w:ilvl="1" w:tplc="04150003" w:tentative="1">
      <w:start w:val="1"/>
      <w:numFmt w:val="bullet"/>
      <w:lvlText w:val="o"/>
      <w:lvlJc w:val="left"/>
      <w:pPr>
        <w:ind w:left="2793" w:hanging="360"/>
      </w:pPr>
      <w:rPr>
        <w:rFonts w:ascii="Courier New" w:hAnsi="Courier New" w:cs="Courier New" w:hint="default"/>
      </w:rPr>
    </w:lvl>
    <w:lvl w:ilvl="2" w:tplc="04150005" w:tentative="1">
      <w:start w:val="1"/>
      <w:numFmt w:val="bullet"/>
      <w:lvlText w:val=""/>
      <w:lvlJc w:val="left"/>
      <w:pPr>
        <w:ind w:left="3513" w:hanging="360"/>
      </w:pPr>
      <w:rPr>
        <w:rFonts w:ascii="Wingdings" w:hAnsi="Wingdings" w:hint="default"/>
      </w:rPr>
    </w:lvl>
    <w:lvl w:ilvl="3" w:tplc="04150001" w:tentative="1">
      <w:start w:val="1"/>
      <w:numFmt w:val="bullet"/>
      <w:lvlText w:val=""/>
      <w:lvlJc w:val="left"/>
      <w:pPr>
        <w:ind w:left="4233" w:hanging="360"/>
      </w:pPr>
      <w:rPr>
        <w:rFonts w:ascii="Symbol" w:hAnsi="Symbol" w:hint="default"/>
      </w:rPr>
    </w:lvl>
    <w:lvl w:ilvl="4" w:tplc="04150003" w:tentative="1">
      <w:start w:val="1"/>
      <w:numFmt w:val="bullet"/>
      <w:lvlText w:val="o"/>
      <w:lvlJc w:val="left"/>
      <w:pPr>
        <w:ind w:left="4953" w:hanging="360"/>
      </w:pPr>
      <w:rPr>
        <w:rFonts w:ascii="Courier New" w:hAnsi="Courier New" w:cs="Courier New" w:hint="default"/>
      </w:rPr>
    </w:lvl>
    <w:lvl w:ilvl="5" w:tplc="04150005" w:tentative="1">
      <w:start w:val="1"/>
      <w:numFmt w:val="bullet"/>
      <w:lvlText w:val=""/>
      <w:lvlJc w:val="left"/>
      <w:pPr>
        <w:ind w:left="5673" w:hanging="360"/>
      </w:pPr>
      <w:rPr>
        <w:rFonts w:ascii="Wingdings" w:hAnsi="Wingdings" w:hint="default"/>
      </w:rPr>
    </w:lvl>
    <w:lvl w:ilvl="6" w:tplc="04150001" w:tentative="1">
      <w:start w:val="1"/>
      <w:numFmt w:val="bullet"/>
      <w:lvlText w:val=""/>
      <w:lvlJc w:val="left"/>
      <w:pPr>
        <w:ind w:left="6393" w:hanging="360"/>
      </w:pPr>
      <w:rPr>
        <w:rFonts w:ascii="Symbol" w:hAnsi="Symbol" w:hint="default"/>
      </w:rPr>
    </w:lvl>
    <w:lvl w:ilvl="7" w:tplc="04150003" w:tentative="1">
      <w:start w:val="1"/>
      <w:numFmt w:val="bullet"/>
      <w:lvlText w:val="o"/>
      <w:lvlJc w:val="left"/>
      <w:pPr>
        <w:ind w:left="7113" w:hanging="360"/>
      </w:pPr>
      <w:rPr>
        <w:rFonts w:ascii="Courier New" w:hAnsi="Courier New" w:cs="Courier New" w:hint="default"/>
      </w:rPr>
    </w:lvl>
    <w:lvl w:ilvl="8" w:tplc="04150005" w:tentative="1">
      <w:start w:val="1"/>
      <w:numFmt w:val="bullet"/>
      <w:lvlText w:val=""/>
      <w:lvlJc w:val="left"/>
      <w:pPr>
        <w:ind w:left="7833" w:hanging="360"/>
      </w:pPr>
      <w:rPr>
        <w:rFonts w:ascii="Wingdings" w:hAnsi="Wingdings" w:hint="default"/>
      </w:rPr>
    </w:lvl>
  </w:abstractNum>
  <w:abstractNum w:abstractNumId="5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3E1441EC"/>
    <w:multiLevelType w:val="hybridMultilevel"/>
    <w:tmpl w:val="C9B4B582"/>
    <w:lvl w:ilvl="0" w:tplc="EAFEA36A">
      <w:start w:val="1"/>
      <w:numFmt w:val="decimal"/>
      <w:lvlText w:val="%1)"/>
      <w:lvlJc w:val="left"/>
      <w:pPr>
        <w:ind w:left="786" w:hanging="360"/>
      </w:pPr>
      <w:rPr>
        <w:rFonts w:ascii="Calibri" w:hAnsi="Calibri" w:cs="Arial"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3EFD3CEF"/>
    <w:multiLevelType w:val="hybridMultilevel"/>
    <w:tmpl w:val="B54EEA6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AD6D008">
      <w:start w:val="1"/>
      <w:numFmt w:val="decimal"/>
      <w:lvlText w:val="%4."/>
      <w:lvlJc w:val="left"/>
      <w:pPr>
        <w:ind w:left="2880" w:hanging="360"/>
      </w:pPr>
      <w:rPr>
        <w:rFonts w:hint="default"/>
        <w:b/>
        <w:strike w:val="0"/>
        <w:color w:val="auto"/>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E16299"/>
    <w:multiLevelType w:val="hybridMultilevel"/>
    <w:tmpl w:val="3AB6BE8E"/>
    <w:lvl w:ilvl="0" w:tplc="C19AA92C">
      <w:start w:val="1"/>
      <w:numFmt w:val="lowerLetter"/>
      <w:lvlText w:val="%1)"/>
      <w:lvlJc w:val="left"/>
      <w:pPr>
        <w:ind w:left="1636" w:hanging="360"/>
      </w:pPr>
      <w:rPr>
        <w:rFonts w:hint="default"/>
        <w:b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2" w15:restartNumberingAfterBreak="0">
    <w:nsid w:val="44011629"/>
    <w:multiLevelType w:val="hybridMultilevel"/>
    <w:tmpl w:val="C9C04C3E"/>
    <w:lvl w:ilvl="0" w:tplc="802EC296">
      <w:start w:val="1"/>
      <w:numFmt w:val="decimal"/>
      <w:lvlText w:val="%1)"/>
      <w:lvlJc w:val="left"/>
      <w:pPr>
        <w:ind w:left="786" w:hanging="360"/>
      </w:pPr>
      <w:rPr>
        <w:rFonts w:ascii="Calibri" w:hAnsi="Calibri" w:cs="Arial"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44B520FC"/>
    <w:multiLevelType w:val="hybridMultilevel"/>
    <w:tmpl w:val="89B44E50"/>
    <w:lvl w:ilvl="0" w:tplc="E23A7B3C">
      <w:start w:val="1"/>
      <w:numFmt w:val="lowerLetter"/>
      <w:lvlText w:val="%1)"/>
      <w:lvlJc w:val="left"/>
      <w:pPr>
        <w:ind w:left="1770" w:hanging="360"/>
      </w:pPr>
      <w:rPr>
        <w:b w:val="0"/>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6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 w15:restartNumberingAfterBreak="0">
    <w:nsid w:val="452A27E8"/>
    <w:multiLevelType w:val="hybridMultilevel"/>
    <w:tmpl w:val="7F8E0460"/>
    <w:lvl w:ilvl="0" w:tplc="153869A4">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45800327"/>
    <w:multiLevelType w:val="hybridMultilevel"/>
    <w:tmpl w:val="282A3D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459B125D"/>
    <w:multiLevelType w:val="hybridMultilevel"/>
    <w:tmpl w:val="3AE835E2"/>
    <w:lvl w:ilvl="0" w:tplc="6AF83958">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45B027ED"/>
    <w:multiLevelType w:val="hybridMultilevel"/>
    <w:tmpl w:val="DFF08974"/>
    <w:lvl w:ilvl="0" w:tplc="9B544FEE">
      <w:start w:val="1"/>
      <w:numFmt w:val="decimal"/>
      <w:lvlText w:val="%1)"/>
      <w:lvlJc w:val="left"/>
      <w:pPr>
        <w:ind w:left="786" w:hanging="360"/>
      </w:pPr>
      <w:rPr>
        <w:rFonts w:ascii="Calibri" w:hAnsi="Calibri" w:cs="Arial"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47165058"/>
    <w:multiLevelType w:val="hybridMultilevel"/>
    <w:tmpl w:val="327C300A"/>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0" w15:restartNumberingAfterBreak="0">
    <w:nsid w:val="48093AFB"/>
    <w:multiLevelType w:val="hybridMultilevel"/>
    <w:tmpl w:val="3412E222"/>
    <w:lvl w:ilvl="0" w:tplc="AA760BA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491A33D4"/>
    <w:multiLevelType w:val="hybridMultilevel"/>
    <w:tmpl w:val="27960AF0"/>
    <w:lvl w:ilvl="0" w:tplc="FD149EF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490A53"/>
    <w:multiLevelType w:val="multilevel"/>
    <w:tmpl w:val="5810D870"/>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4CDD7516"/>
    <w:multiLevelType w:val="hybridMultilevel"/>
    <w:tmpl w:val="F8E063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F9C6394"/>
    <w:multiLevelType w:val="hybridMultilevel"/>
    <w:tmpl w:val="D7E063C2"/>
    <w:lvl w:ilvl="0" w:tplc="7BC81FF6">
      <w:start w:val="1"/>
      <w:numFmt w:val="decimal"/>
      <w:lvlText w:val="%1)"/>
      <w:lvlJc w:val="left"/>
      <w:pPr>
        <w:ind w:left="786" w:hanging="360"/>
      </w:pPr>
      <w:rPr>
        <w:rFonts w:ascii="Calibri" w:hAnsi="Calibri" w:cs="Arial" w:hint="default"/>
        <w:b w:val="0"/>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50B27315"/>
    <w:multiLevelType w:val="multilevel"/>
    <w:tmpl w:val="F7D8C856"/>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78" w15:restartNumberingAfterBreak="0">
    <w:nsid w:val="542E40FE"/>
    <w:multiLevelType w:val="hybridMultilevel"/>
    <w:tmpl w:val="BDB43BF2"/>
    <w:lvl w:ilvl="0" w:tplc="0994DF52">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DB2095"/>
    <w:multiLevelType w:val="multilevel"/>
    <w:tmpl w:val="F7D8C856"/>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80" w15:restartNumberingAfterBreak="0">
    <w:nsid w:val="556F46D8"/>
    <w:multiLevelType w:val="hybridMultilevel"/>
    <w:tmpl w:val="F33AB45C"/>
    <w:lvl w:ilvl="0" w:tplc="A734FA44">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59C94F49"/>
    <w:multiLevelType w:val="hybridMultilevel"/>
    <w:tmpl w:val="6EC2AB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D833F3"/>
    <w:multiLevelType w:val="hybridMultilevel"/>
    <w:tmpl w:val="3BD6F310"/>
    <w:lvl w:ilvl="0" w:tplc="62FCCDF0">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8" w15:restartNumberingAfterBreak="0">
    <w:nsid w:val="5FFD374A"/>
    <w:multiLevelType w:val="hybridMultilevel"/>
    <w:tmpl w:val="8A30E212"/>
    <w:lvl w:ilvl="0" w:tplc="926494AA">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0764A9E"/>
    <w:multiLevelType w:val="hybridMultilevel"/>
    <w:tmpl w:val="4C467FF6"/>
    <w:lvl w:ilvl="0" w:tplc="63A648FA">
      <w:start w:val="1"/>
      <w:numFmt w:val="decimal"/>
      <w:lvlText w:val="%1)"/>
      <w:lvlJc w:val="left"/>
      <w:pPr>
        <w:ind w:left="786" w:hanging="360"/>
      </w:pPr>
      <w:rPr>
        <w:rFonts w:ascii="Calibri" w:hAnsi="Calibri" w:cs="Arial"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657A4755"/>
    <w:multiLevelType w:val="hybridMultilevel"/>
    <w:tmpl w:val="DDAE0F08"/>
    <w:lvl w:ilvl="0" w:tplc="0506326A">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15:restartNumberingAfterBreak="0">
    <w:nsid w:val="682B7D2A"/>
    <w:multiLevelType w:val="multilevel"/>
    <w:tmpl w:val="F7D8C856"/>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93" w15:restartNumberingAfterBreak="0">
    <w:nsid w:val="68456FA0"/>
    <w:multiLevelType w:val="hybridMultilevel"/>
    <w:tmpl w:val="DCD2EAF2"/>
    <w:lvl w:ilvl="0" w:tplc="094C1DD0">
      <w:start w:val="1"/>
      <w:numFmt w:val="decimal"/>
      <w:lvlText w:val="%1)"/>
      <w:lvlJc w:val="left"/>
      <w:pPr>
        <w:ind w:left="786" w:hanging="360"/>
      </w:pPr>
      <w:rPr>
        <w:rFonts w:ascii="Calibri" w:hAnsi="Calibri" w:cs="Arial" w:hint="default"/>
        <w:b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5" w15:restartNumberingAfterBreak="0">
    <w:nsid w:val="692C171F"/>
    <w:multiLevelType w:val="hybridMultilevel"/>
    <w:tmpl w:val="79B6DC28"/>
    <w:lvl w:ilvl="0" w:tplc="8C6C858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6" w15:restartNumberingAfterBreak="0">
    <w:nsid w:val="69466528"/>
    <w:multiLevelType w:val="hybridMultilevel"/>
    <w:tmpl w:val="A7EA6A50"/>
    <w:lvl w:ilvl="0" w:tplc="E3E2DDD4">
      <w:start w:val="1"/>
      <w:numFmt w:val="decimal"/>
      <w:lvlText w:val="%1)"/>
      <w:lvlJc w:val="left"/>
      <w:pPr>
        <w:ind w:left="786" w:hanging="360"/>
      </w:pPr>
      <w:rPr>
        <w:rFonts w:ascii="Arial" w:hAnsi="Arial" w:cs="Arial" w:hint="default"/>
        <w:b w:val="0"/>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7" w15:restartNumberingAfterBreak="0">
    <w:nsid w:val="69966F1F"/>
    <w:multiLevelType w:val="hybridMultilevel"/>
    <w:tmpl w:val="4ED2423E"/>
    <w:lvl w:ilvl="0" w:tplc="ABC421D0">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9E25A6D"/>
    <w:multiLevelType w:val="hybridMultilevel"/>
    <w:tmpl w:val="45A65594"/>
    <w:lvl w:ilvl="0" w:tplc="A97A53FA">
      <w:start w:val="1"/>
      <w:numFmt w:val="decimal"/>
      <w:lvlText w:val="%1)"/>
      <w:lvlJc w:val="left"/>
      <w:pPr>
        <w:ind w:left="1068" w:hanging="360"/>
      </w:pPr>
      <w:rPr>
        <w:rFonts w:ascii="Arial" w:hAnsi="Arial" w:cs="Arial" w:hint="default"/>
        <w:b/>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9"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10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1" w15:restartNumberingAfterBreak="0">
    <w:nsid w:val="6C152FCA"/>
    <w:multiLevelType w:val="hybridMultilevel"/>
    <w:tmpl w:val="E0302176"/>
    <w:lvl w:ilvl="0" w:tplc="179C0126">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4" w15:restartNumberingAfterBreak="0">
    <w:nsid w:val="6E8F2C2D"/>
    <w:multiLevelType w:val="hybridMultilevel"/>
    <w:tmpl w:val="587881CC"/>
    <w:lvl w:ilvl="0" w:tplc="D74AE968">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FE86794"/>
    <w:multiLevelType w:val="multilevel"/>
    <w:tmpl w:val="D614654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6" w15:restartNumberingAfterBreak="0">
    <w:nsid w:val="70B070F1"/>
    <w:multiLevelType w:val="multilevel"/>
    <w:tmpl w:val="175C8210"/>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3705E91"/>
    <w:multiLevelType w:val="hybridMultilevel"/>
    <w:tmpl w:val="840C61AA"/>
    <w:lvl w:ilvl="0" w:tplc="2268634A">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9" w15:restartNumberingAfterBreak="0">
    <w:nsid w:val="78C73ED3"/>
    <w:multiLevelType w:val="hybridMultilevel"/>
    <w:tmpl w:val="CD98E49C"/>
    <w:lvl w:ilvl="0" w:tplc="B4FA593E">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0"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7DAE5814"/>
    <w:multiLevelType w:val="hybridMultilevel"/>
    <w:tmpl w:val="D6900A30"/>
    <w:lvl w:ilvl="0" w:tplc="363AD986">
      <w:start w:val="1"/>
      <w:numFmt w:val="decimal"/>
      <w:lvlText w:val="%1)"/>
      <w:lvlJc w:val="left"/>
      <w:pPr>
        <w:ind w:left="1004" w:hanging="360"/>
      </w:pPr>
      <w:rPr>
        <w:rFonts w:ascii="Calibri" w:hAnsi="Calibri" w:cs="Arial" w:hint="default"/>
        <w:b w:val="0"/>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4" w15:restartNumberingAfterBreak="0">
    <w:nsid w:val="7E6D5CA2"/>
    <w:multiLevelType w:val="hybridMultilevel"/>
    <w:tmpl w:val="A57E8334"/>
    <w:lvl w:ilvl="0" w:tplc="C8527F6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656956601">
    <w:abstractNumId w:val="58"/>
  </w:num>
  <w:num w:numId="2" w16cid:durableId="1290210572">
    <w:abstractNumId w:val="29"/>
  </w:num>
  <w:num w:numId="3" w16cid:durableId="1189682127">
    <w:abstractNumId w:val="40"/>
  </w:num>
  <w:num w:numId="4" w16cid:durableId="1105884323">
    <w:abstractNumId w:val="64"/>
  </w:num>
  <w:num w:numId="5" w16cid:durableId="107547704">
    <w:abstractNumId w:val="23"/>
  </w:num>
  <w:num w:numId="6" w16cid:durableId="452017612">
    <w:abstractNumId w:val="53"/>
  </w:num>
  <w:num w:numId="7" w16cid:durableId="2114544142">
    <w:abstractNumId w:val="22"/>
  </w:num>
  <w:num w:numId="8" w16cid:durableId="735669122">
    <w:abstractNumId w:val="9"/>
  </w:num>
  <w:num w:numId="9" w16cid:durableId="1462071243">
    <w:abstractNumId w:val="94"/>
  </w:num>
  <w:num w:numId="10" w16cid:durableId="2031253357">
    <w:abstractNumId w:val="45"/>
  </w:num>
  <w:num w:numId="11" w16cid:durableId="2114857316">
    <w:abstractNumId w:val="34"/>
  </w:num>
  <w:num w:numId="12" w16cid:durableId="124085840">
    <w:abstractNumId w:val="74"/>
  </w:num>
  <w:num w:numId="13" w16cid:durableId="1966958045">
    <w:abstractNumId w:val="111"/>
  </w:num>
  <w:num w:numId="14" w16cid:durableId="273442408">
    <w:abstractNumId w:val="31"/>
  </w:num>
  <w:num w:numId="15" w16cid:durableId="1532455043">
    <w:abstractNumId w:val="85"/>
  </w:num>
  <w:num w:numId="16" w16cid:durableId="2046172716">
    <w:abstractNumId w:val="43"/>
  </w:num>
  <w:num w:numId="17" w16cid:durableId="115222814">
    <w:abstractNumId w:val="26"/>
  </w:num>
  <w:num w:numId="18" w16cid:durableId="1582107713">
    <w:abstractNumId w:val="72"/>
  </w:num>
  <w:num w:numId="19" w16cid:durableId="333142931">
    <w:abstractNumId w:val="82"/>
  </w:num>
  <w:num w:numId="20" w16cid:durableId="1702903161">
    <w:abstractNumId w:val="112"/>
  </w:num>
  <w:num w:numId="21" w16cid:durableId="449057540">
    <w:abstractNumId w:val="37"/>
  </w:num>
  <w:num w:numId="22" w16cid:durableId="195584357">
    <w:abstractNumId w:val="13"/>
  </w:num>
  <w:num w:numId="23" w16cid:durableId="1652981092">
    <w:abstractNumId w:val="73"/>
  </w:num>
  <w:num w:numId="24" w16cid:durableId="752816261">
    <w:abstractNumId w:val="81"/>
  </w:num>
  <w:num w:numId="25" w16cid:durableId="1765421150">
    <w:abstractNumId w:val="90"/>
  </w:num>
  <w:num w:numId="26" w16cid:durableId="936407603">
    <w:abstractNumId w:val="35"/>
  </w:num>
  <w:num w:numId="27" w16cid:durableId="530998122">
    <w:abstractNumId w:val="45"/>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8" w16cid:durableId="1512331047">
    <w:abstractNumId w:val="60"/>
  </w:num>
  <w:num w:numId="29" w16cid:durableId="908728884">
    <w:abstractNumId w:val="86"/>
  </w:num>
  <w:num w:numId="30" w16cid:durableId="20048140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2307187">
    <w:abstractNumId w:val="99"/>
    <w:lvlOverride w:ilvl="0">
      <w:startOverride w:val="1"/>
    </w:lvlOverride>
    <w:lvlOverride w:ilvl="1"/>
    <w:lvlOverride w:ilvl="2"/>
    <w:lvlOverride w:ilvl="3"/>
    <w:lvlOverride w:ilvl="4"/>
    <w:lvlOverride w:ilvl="5"/>
    <w:lvlOverride w:ilvl="6"/>
    <w:lvlOverride w:ilvl="7"/>
    <w:lvlOverride w:ilvl="8"/>
  </w:num>
  <w:num w:numId="32" w16cid:durableId="1104230489">
    <w:abstractNumId w:val="8"/>
  </w:num>
  <w:num w:numId="33" w16cid:durableId="557597737">
    <w:abstractNumId w:val="105"/>
  </w:num>
  <w:num w:numId="34" w16cid:durableId="1598102949">
    <w:abstractNumId w:val="50"/>
  </w:num>
  <w:num w:numId="35" w16cid:durableId="2089965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23295392">
    <w:abstractNumId w:val="17"/>
  </w:num>
  <w:num w:numId="37" w16cid:durableId="1065101226">
    <w:abstractNumId w:val="102"/>
  </w:num>
  <w:num w:numId="38" w16cid:durableId="771626637">
    <w:abstractNumId w:val="15"/>
  </w:num>
  <w:num w:numId="39" w16cid:durableId="148399986">
    <w:abstractNumId w:val="110"/>
  </w:num>
  <w:num w:numId="40" w16cid:durableId="1947885737">
    <w:abstractNumId w:val="107"/>
  </w:num>
  <w:num w:numId="41" w16cid:durableId="1163854980">
    <w:abstractNumId w:val="84"/>
  </w:num>
  <w:num w:numId="42" w16cid:durableId="1539970859">
    <w:abstractNumId w:val="103"/>
  </w:num>
  <w:num w:numId="43" w16cid:durableId="557016088">
    <w:abstractNumId w:val="57"/>
  </w:num>
  <w:num w:numId="44" w16cid:durableId="1237858895">
    <w:abstractNumId w:val="19"/>
  </w:num>
  <w:num w:numId="45" w16cid:durableId="115026469">
    <w:abstractNumId w:val="33"/>
  </w:num>
  <w:num w:numId="46" w16cid:durableId="1836070181">
    <w:abstractNumId w:val="108"/>
  </w:num>
  <w:num w:numId="47" w16cid:durableId="1886872184">
    <w:abstractNumId w:val="106"/>
  </w:num>
  <w:num w:numId="48" w16cid:durableId="1907837531">
    <w:abstractNumId w:val="52"/>
  </w:num>
  <w:num w:numId="49" w16cid:durableId="1533347250">
    <w:abstractNumId w:val="0"/>
  </w:num>
  <w:num w:numId="50" w16cid:durableId="175270874">
    <w:abstractNumId w:val="1"/>
  </w:num>
  <w:num w:numId="51" w16cid:durableId="1276017900">
    <w:abstractNumId w:val="2"/>
  </w:num>
  <w:num w:numId="52" w16cid:durableId="442193849">
    <w:abstractNumId w:val="3"/>
  </w:num>
  <w:num w:numId="53" w16cid:durableId="1514420294">
    <w:abstractNumId w:val="4"/>
  </w:num>
  <w:num w:numId="54" w16cid:durableId="307318539">
    <w:abstractNumId w:val="5"/>
  </w:num>
  <w:num w:numId="55" w16cid:durableId="1044645242">
    <w:abstractNumId w:val="70"/>
  </w:num>
  <w:num w:numId="56" w16cid:durableId="1867137552">
    <w:abstractNumId w:val="92"/>
  </w:num>
  <w:num w:numId="57" w16cid:durableId="1679772152">
    <w:abstractNumId w:val="14"/>
  </w:num>
  <w:num w:numId="58" w16cid:durableId="985548974">
    <w:abstractNumId w:val="96"/>
  </w:num>
  <w:num w:numId="59" w16cid:durableId="1688479322">
    <w:abstractNumId w:val="25"/>
  </w:num>
  <w:num w:numId="60" w16cid:durableId="1820222475">
    <w:abstractNumId w:val="55"/>
  </w:num>
  <w:num w:numId="61" w16cid:durableId="572548951">
    <w:abstractNumId w:val="18"/>
  </w:num>
  <w:num w:numId="62" w16cid:durableId="1038238036">
    <w:abstractNumId w:val="104"/>
  </w:num>
  <w:num w:numId="63" w16cid:durableId="1892646184">
    <w:abstractNumId w:val="76"/>
  </w:num>
  <w:num w:numId="64" w16cid:durableId="1929728666">
    <w:abstractNumId w:val="11"/>
  </w:num>
  <w:num w:numId="65" w16cid:durableId="659967559">
    <w:abstractNumId w:val="28"/>
  </w:num>
  <w:num w:numId="66" w16cid:durableId="144711308">
    <w:abstractNumId w:val="21"/>
  </w:num>
  <w:num w:numId="67" w16cid:durableId="787968434">
    <w:abstractNumId w:val="39"/>
  </w:num>
  <w:num w:numId="68" w16cid:durableId="360740103">
    <w:abstractNumId w:val="32"/>
  </w:num>
  <w:num w:numId="69" w16cid:durableId="1369839405">
    <w:abstractNumId w:val="51"/>
  </w:num>
  <w:num w:numId="70" w16cid:durableId="1069767223">
    <w:abstractNumId w:val="38"/>
  </w:num>
  <w:num w:numId="71" w16cid:durableId="43482812">
    <w:abstractNumId w:val="6"/>
  </w:num>
  <w:num w:numId="72" w16cid:durableId="1510843">
    <w:abstractNumId w:val="91"/>
  </w:num>
  <w:num w:numId="73" w16cid:durableId="137572112">
    <w:abstractNumId w:val="98"/>
  </w:num>
  <w:num w:numId="74" w16cid:durableId="357656982">
    <w:abstractNumId w:val="7"/>
  </w:num>
  <w:num w:numId="75" w16cid:durableId="1828788895">
    <w:abstractNumId w:val="65"/>
  </w:num>
  <w:num w:numId="76" w16cid:durableId="1898930939">
    <w:abstractNumId w:val="44"/>
  </w:num>
  <w:num w:numId="77" w16cid:durableId="1729037610">
    <w:abstractNumId w:val="101"/>
  </w:num>
  <w:num w:numId="78" w16cid:durableId="320932143">
    <w:abstractNumId w:val="114"/>
  </w:num>
  <w:num w:numId="79" w16cid:durableId="233978487">
    <w:abstractNumId w:val="95"/>
  </w:num>
  <w:num w:numId="80" w16cid:durableId="1380396755">
    <w:abstractNumId w:val="47"/>
  </w:num>
  <w:num w:numId="81" w16cid:durableId="199170778">
    <w:abstractNumId w:val="41"/>
  </w:num>
  <w:num w:numId="82" w16cid:durableId="1181236432">
    <w:abstractNumId w:val="67"/>
  </w:num>
  <w:num w:numId="83" w16cid:durableId="286813609">
    <w:abstractNumId w:val="36"/>
  </w:num>
  <w:num w:numId="84" w16cid:durableId="13003355">
    <w:abstractNumId w:val="113"/>
  </w:num>
  <w:num w:numId="85" w16cid:durableId="159589979">
    <w:abstractNumId w:val="79"/>
  </w:num>
  <w:num w:numId="86" w16cid:durableId="1524703368">
    <w:abstractNumId w:val="62"/>
  </w:num>
  <w:num w:numId="87" w16cid:durableId="877594638">
    <w:abstractNumId w:val="59"/>
  </w:num>
  <w:num w:numId="88" w16cid:durableId="1726028161">
    <w:abstractNumId w:val="24"/>
  </w:num>
  <w:num w:numId="89" w16cid:durableId="79757595">
    <w:abstractNumId w:val="10"/>
  </w:num>
  <w:num w:numId="90" w16cid:durableId="122582175">
    <w:abstractNumId w:val="48"/>
  </w:num>
  <w:num w:numId="91" w16cid:durableId="1689599076">
    <w:abstractNumId w:val="61"/>
  </w:num>
  <w:num w:numId="92" w16cid:durableId="1466123735">
    <w:abstractNumId w:val="16"/>
  </w:num>
  <w:num w:numId="93" w16cid:durableId="910971228">
    <w:abstractNumId w:val="89"/>
  </w:num>
  <w:num w:numId="94" w16cid:durableId="770276659">
    <w:abstractNumId w:val="54"/>
  </w:num>
  <w:num w:numId="95" w16cid:durableId="467823965">
    <w:abstractNumId w:val="75"/>
  </w:num>
  <w:num w:numId="96" w16cid:durableId="88040124">
    <w:abstractNumId w:val="49"/>
  </w:num>
  <w:num w:numId="97" w16cid:durableId="1905875498">
    <w:abstractNumId w:val="88"/>
  </w:num>
  <w:num w:numId="98" w16cid:durableId="422919772">
    <w:abstractNumId w:val="42"/>
  </w:num>
  <w:num w:numId="99" w16cid:durableId="1145393103">
    <w:abstractNumId w:val="12"/>
  </w:num>
  <w:num w:numId="100" w16cid:durableId="322128658">
    <w:abstractNumId w:val="87"/>
  </w:num>
  <w:num w:numId="101" w16cid:durableId="418869909">
    <w:abstractNumId w:val="109"/>
  </w:num>
  <w:num w:numId="102" w16cid:durableId="1484345807">
    <w:abstractNumId w:val="63"/>
  </w:num>
  <w:num w:numId="103" w16cid:durableId="828907966">
    <w:abstractNumId w:val="56"/>
  </w:num>
  <w:num w:numId="104" w16cid:durableId="934938360">
    <w:abstractNumId w:val="97"/>
  </w:num>
  <w:num w:numId="105" w16cid:durableId="961884065">
    <w:abstractNumId w:val="80"/>
  </w:num>
  <w:num w:numId="106" w16cid:durableId="1599605796">
    <w:abstractNumId w:val="78"/>
  </w:num>
  <w:num w:numId="107" w16cid:durableId="808134984">
    <w:abstractNumId w:val="71"/>
  </w:num>
  <w:num w:numId="108" w16cid:durableId="1823735980">
    <w:abstractNumId w:val="77"/>
  </w:num>
  <w:num w:numId="109" w16cid:durableId="1124230262">
    <w:abstractNumId w:val="68"/>
  </w:num>
  <w:num w:numId="110" w16cid:durableId="1984462018">
    <w:abstractNumId w:val="93"/>
  </w:num>
  <w:num w:numId="111" w16cid:durableId="891691470">
    <w:abstractNumId w:val="83"/>
  </w:num>
  <w:num w:numId="112" w16cid:durableId="63652810">
    <w:abstractNumId w:val="69"/>
  </w:num>
  <w:num w:numId="113" w16cid:durableId="726030072">
    <w:abstractNumId w:val="46"/>
  </w:num>
  <w:num w:numId="114" w16cid:durableId="1275864159">
    <w:abstractNumId w:val="66"/>
  </w:num>
  <w:num w:numId="115" w16cid:durableId="955253996">
    <w:abstractNumId w:val="20"/>
  </w:num>
  <w:num w:numId="116" w16cid:durableId="143357250">
    <w:abstractNumId w:val="100"/>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78D4"/>
    <w:rsid w:val="00070A58"/>
    <w:rsid w:val="00071C98"/>
    <w:rsid w:val="000743E2"/>
    <w:rsid w:val="0009045E"/>
    <w:rsid w:val="00092681"/>
    <w:rsid w:val="00094799"/>
    <w:rsid w:val="00094EB9"/>
    <w:rsid w:val="00096510"/>
    <w:rsid w:val="000974B1"/>
    <w:rsid w:val="000A1AFF"/>
    <w:rsid w:val="000B0DBD"/>
    <w:rsid w:val="000B1500"/>
    <w:rsid w:val="000B1E29"/>
    <w:rsid w:val="000C47A9"/>
    <w:rsid w:val="000C679C"/>
    <w:rsid w:val="000D42BE"/>
    <w:rsid w:val="000D5886"/>
    <w:rsid w:val="000E1564"/>
    <w:rsid w:val="000E36C4"/>
    <w:rsid w:val="000F544F"/>
    <w:rsid w:val="00101BCF"/>
    <w:rsid w:val="001112C2"/>
    <w:rsid w:val="00124536"/>
    <w:rsid w:val="00125A7F"/>
    <w:rsid w:val="00126CEA"/>
    <w:rsid w:val="001318C9"/>
    <w:rsid w:val="00132B64"/>
    <w:rsid w:val="00136B64"/>
    <w:rsid w:val="001377EC"/>
    <w:rsid w:val="0014036E"/>
    <w:rsid w:val="00145125"/>
    <w:rsid w:val="0014785F"/>
    <w:rsid w:val="00161BBF"/>
    <w:rsid w:val="0016292B"/>
    <w:rsid w:val="00167B53"/>
    <w:rsid w:val="00172B93"/>
    <w:rsid w:val="00175F4C"/>
    <w:rsid w:val="00185AAB"/>
    <w:rsid w:val="00192A23"/>
    <w:rsid w:val="001974F6"/>
    <w:rsid w:val="001A4996"/>
    <w:rsid w:val="001B0061"/>
    <w:rsid w:val="001D1A8B"/>
    <w:rsid w:val="001D1E68"/>
    <w:rsid w:val="001D2EB1"/>
    <w:rsid w:val="001D65D6"/>
    <w:rsid w:val="001E7E73"/>
    <w:rsid w:val="001F1CB3"/>
    <w:rsid w:val="001F3242"/>
    <w:rsid w:val="001F3600"/>
    <w:rsid w:val="001F3F20"/>
    <w:rsid w:val="001F737A"/>
    <w:rsid w:val="002067F1"/>
    <w:rsid w:val="00223DB6"/>
    <w:rsid w:val="00224257"/>
    <w:rsid w:val="002312E9"/>
    <w:rsid w:val="0024291C"/>
    <w:rsid w:val="00257F22"/>
    <w:rsid w:val="00264A06"/>
    <w:rsid w:val="002650F0"/>
    <w:rsid w:val="00265B9D"/>
    <w:rsid w:val="00270752"/>
    <w:rsid w:val="002743D5"/>
    <w:rsid w:val="002768AC"/>
    <w:rsid w:val="002A3129"/>
    <w:rsid w:val="002A48F7"/>
    <w:rsid w:val="002B5C62"/>
    <w:rsid w:val="002C470F"/>
    <w:rsid w:val="002D4CAD"/>
    <w:rsid w:val="002E62E3"/>
    <w:rsid w:val="002F10CA"/>
    <w:rsid w:val="00303C67"/>
    <w:rsid w:val="00304DC0"/>
    <w:rsid w:val="00310CB3"/>
    <w:rsid w:val="00321F1C"/>
    <w:rsid w:val="00324FE3"/>
    <w:rsid w:val="00333458"/>
    <w:rsid w:val="00336BF2"/>
    <w:rsid w:val="00347E8D"/>
    <w:rsid w:val="0036294E"/>
    <w:rsid w:val="00362C4E"/>
    <w:rsid w:val="00366FFB"/>
    <w:rsid w:val="00371A75"/>
    <w:rsid w:val="003750E1"/>
    <w:rsid w:val="00375780"/>
    <w:rsid w:val="00387A0D"/>
    <w:rsid w:val="003903C2"/>
    <w:rsid w:val="00395F60"/>
    <w:rsid w:val="003A448C"/>
    <w:rsid w:val="003A4CC6"/>
    <w:rsid w:val="003A5D11"/>
    <w:rsid w:val="003A7C03"/>
    <w:rsid w:val="003B43F5"/>
    <w:rsid w:val="003B66FE"/>
    <w:rsid w:val="003C2089"/>
    <w:rsid w:val="003C276A"/>
    <w:rsid w:val="003D41B4"/>
    <w:rsid w:val="003D6C11"/>
    <w:rsid w:val="003E050D"/>
    <w:rsid w:val="003E3CCB"/>
    <w:rsid w:val="003E59DD"/>
    <w:rsid w:val="003F132F"/>
    <w:rsid w:val="003F257A"/>
    <w:rsid w:val="003F7E2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481E"/>
    <w:rsid w:val="00496273"/>
    <w:rsid w:val="004A723C"/>
    <w:rsid w:val="004B29F9"/>
    <w:rsid w:val="004C2303"/>
    <w:rsid w:val="004C5249"/>
    <w:rsid w:val="004D154B"/>
    <w:rsid w:val="004D63D5"/>
    <w:rsid w:val="004E1AB0"/>
    <w:rsid w:val="004E3BDF"/>
    <w:rsid w:val="004E7573"/>
    <w:rsid w:val="004F0C4A"/>
    <w:rsid w:val="004F20AD"/>
    <w:rsid w:val="004F6B10"/>
    <w:rsid w:val="00505E56"/>
    <w:rsid w:val="00514C8C"/>
    <w:rsid w:val="00517830"/>
    <w:rsid w:val="00520308"/>
    <w:rsid w:val="00535E9B"/>
    <w:rsid w:val="00537FBF"/>
    <w:rsid w:val="005453F1"/>
    <w:rsid w:val="00545D4F"/>
    <w:rsid w:val="00551FB7"/>
    <w:rsid w:val="005563FF"/>
    <w:rsid w:val="0056174A"/>
    <w:rsid w:val="00562E63"/>
    <w:rsid w:val="00574D7E"/>
    <w:rsid w:val="00582CE9"/>
    <w:rsid w:val="00585E66"/>
    <w:rsid w:val="0058794A"/>
    <w:rsid w:val="0059192E"/>
    <w:rsid w:val="005932BA"/>
    <w:rsid w:val="005A14D5"/>
    <w:rsid w:val="005A354D"/>
    <w:rsid w:val="005B24A8"/>
    <w:rsid w:val="005B2B6D"/>
    <w:rsid w:val="005B33FC"/>
    <w:rsid w:val="005B3F04"/>
    <w:rsid w:val="005B640A"/>
    <w:rsid w:val="005B6DC6"/>
    <w:rsid w:val="005C515D"/>
    <w:rsid w:val="005C6812"/>
    <w:rsid w:val="005D118B"/>
    <w:rsid w:val="005D2D85"/>
    <w:rsid w:val="005D4762"/>
    <w:rsid w:val="005D4CAC"/>
    <w:rsid w:val="005D74EB"/>
    <w:rsid w:val="005E4AA3"/>
    <w:rsid w:val="005E6082"/>
    <w:rsid w:val="005E65C7"/>
    <w:rsid w:val="005E79E5"/>
    <w:rsid w:val="00603BFB"/>
    <w:rsid w:val="00623B01"/>
    <w:rsid w:val="00625BB0"/>
    <w:rsid w:val="006261BB"/>
    <w:rsid w:val="006341E5"/>
    <w:rsid w:val="0065322E"/>
    <w:rsid w:val="00655DA8"/>
    <w:rsid w:val="0065685A"/>
    <w:rsid w:val="00660237"/>
    <w:rsid w:val="00663590"/>
    <w:rsid w:val="00670CE4"/>
    <w:rsid w:val="0067116D"/>
    <w:rsid w:val="006737FE"/>
    <w:rsid w:val="0067399C"/>
    <w:rsid w:val="0067572D"/>
    <w:rsid w:val="006775EE"/>
    <w:rsid w:val="00680F7C"/>
    <w:rsid w:val="00696995"/>
    <w:rsid w:val="006A0331"/>
    <w:rsid w:val="006A32FE"/>
    <w:rsid w:val="006A4275"/>
    <w:rsid w:val="006B2C26"/>
    <w:rsid w:val="006C4791"/>
    <w:rsid w:val="006C4B70"/>
    <w:rsid w:val="006C6089"/>
    <w:rsid w:val="006D16F1"/>
    <w:rsid w:val="006D79A9"/>
    <w:rsid w:val="006E100D"/>
    <w:rsid w:val="006E2000"/>
    <w:rsid w:val="006E5EF6"/>
    <w:rsid w:val="006F5F72"/>
    <w:rsid w:val="00710355"/>
    <w:rsid w:val="00720ED1"/>
    <w:rsid w:val="007246D0"/>
    <w:rsid w:val="00726BF1"/>
    <w:rsid w:val="00727EC1"/>
    <w:rsid w:val="00731289"/>
    <w:rsid w:val="0073187A"/>
    <w:rsid w:val="007343BE"/>
    <w:rsid w:val="007343C5"/>
    <w:rsid w:val="00741CF7"/>
    <w:rsid w:val="00742321"/>
    <w:rsid w:val="00742807"/>
    <w:rsid w:val="00750CEA"/>
    <w:rsid w:val="0075301A"/>
    <w:rsid w:val="007578CF"/>
    <w:rsid w:val="00760251"/>
    <w:rsid w:val="007617E0"/>
    <w:rsid w:val="0076244A"/>
    <w:rsid w:val="007673CA"/>
    <w:rsid w:val="00772961"/>
    <w:rsid w:val="00783CCA"/>
    <w:rsid w:val="007844EB"/>
    <w:rsid w:val="00784DC3"/>
    <w:rsid w:val="00787D9C"/>
    <w:rsid w:val="00794EFB"/>
    <w:rsid w:val="007956CF"/>
    <w:rsid w:val="007A1B94"/>
    <w:rsid w:val="007B094C"/>
    <w:rsid w:val="007B0FF0"/>
    <w:rsid w:val="007B50D8"/>
    <w:rsid w:val="007C09CE"/>
    <w:rsid w:val="007C39A9"/>
    <w:rsid w:val="007C6687"/>
    <w:rsid w:val="007C67FA"/>
    <w:rsid w:val="007D0675"/>
    <w:rsid w:val="007D1209"/>
    <w:rsid w:val="007F2111"/>
    <w:rsid w:val="00807473"/>
    <w:rsid w:val="008102BF"/>
    <w:rsid w:val="00812E3F"/>
    <w:rsid w:val="008130D5"/>
    <w:rsid w:val="0081735D"/>
    <w:rsid w:val="008177F2"/>
    <w:rsid w:val="008217CE"/>
    <w:rsid w:val="00827A7E"/>
    <w:rsid w:val="00831596"/>
    <w:rsid w:val="00833EC9"/>
    <w:rsid w:val="00840975"/>
    <w:rsid w:val="00842578"/>
    <w:rsid w:val="00847B49"/>
    <w:rsid w:val="00852695"/>
    <w:rsid w:val="008528D3"/>
    <w:rsid w:val="008548B7"/>
    <w:rsid w:val="00857549"/>
    <w:rsid w:val="008707CC"/>
    <w:rsid w:val="00877833"/>
    <w:rsid w:val="008819F3"/>
    <w:rsid w:val="00884D47"/>
    <w:rsid w:val="008A41FC"/>
    <w:rsid w:val="008A7413"/>
    <w:rsid w:val="008B6316"/>
    <w:rsid w:val="008B73BF"/>
    <w:rsid w:val="008C619A"/>
    <w:rsid w:val="008C75AB"/>
    <w:rsid w:val="008D416F"/>
    <w:rsid w:val="008D4325"/>
    <w:rsid w:val="008D54BE"/>
    <w:rsid w:val="008D692E"/>
    <w:rsid w:val="008D6A33"/>
    <w:rsid w:val="008D6FD3"/>
    <w:rsid w:val="008E2EA9"/>
    <w:rsid w:val="008E4838"/>
    <w:rsid w:val="008F17DA"/>
    <w:rsid w:val="008F1FB0"/>
    <w:rsid w:val="0090247B"/>
    <w:rsid w:val="00902B9D"/>
    <w:rsid w:val="0090379D"/>
    <w:rsid w:val="00910E6D"/>
    <w:rsid w:val="00911FA5"/>
    <w:rsid w:val="00922130"/>
    <w:rsid w:val="00935B17"/>
    <w:rsid w:val="00936AC2"/>
    <w:rsid w:val="00944154"/>
    <w:rsid w:val="00944BEA"/>
    <w:rsid w:val="00945DC6"/>
    <w:rsid w:val="0096232C"/>
    <w:rsid w:val="00962604"/>
    <w:rsid w:val="00964A31"/>
    <w:rsid w:val="00965ACD"/>
    <w:rsid w:val="00967DAD"/>
    <w:rsid w:val="00971C8B"/>
    <w:rsid w:val="00971E24"/>
    <w:rsid w:val="00972B41"/>
    <w:rsid w:val="00981CBF"/>
    <w:rsid w:val="00983EBF"/>
    <w:rsid w:val="009842AA"/>
    <w:rsid w:val="00984E39"/>
    <w:rsid w:val="0098502B"/>
    <w:rsid w:val="00986E3C"/>
    <w:rsid w:val="00987773"/>
    <w:rsid w:val="00992FE3"/>
    <w:rsid w:val="0099653A"/>
    <w:rsid w:val="009A6D93"/>
    <w:rsid w:val="009A7B36"/>
    <w:rsid w:val="009B33A2"/>
    <w:rsid w:val="009B3502"/>
    <w:rsid w:val="009B51B6"/>
    <w:rsid w:val="009B5CDA"/>
    <w:rsid w:val="009B633C"/>
    <w:rsid w:val="009C48AC"/>
    <w:rsid w:val="009C5C7C"/>
    <w:rsid w:val="009C6FBE"/>
    <w:rsid w:val="009D1815"/>
    <w:rsid w:val="009D564D"/>
    <w:rsid w:val="009D585A"/>
    <w:rsid w:val="009D58D0"/>
    <w:rsid w:val="009D5A1B"/>
    <w:rsid w:val="009D7390"/>
    <w:rsid w:val="009D7472"/>
    <w:rsid w:val="009E0A88"/>
    <w:rsid w:val="009E275F"/>
    <w:rsid w:val="009E2CB5"/>
    <w:rsid w:val="009E5B5E"/>
    <w:rsid w:val="009E601E"/>
    <w:rsid w:val="009F3B7C"/>
    <w:rsid w:val="00A02C84"/>
    <w:rsid w:val="00A148D6"/>
    <w:rsid w:val="00A204D4"/>
    <w:rsid w:val="00A34809"/>
    <w:rsid w:val="00A370AB"/>
    <w:rsid w:val="00A41BB6"/>
    <w:rsid w:val="00A43299"/>
    <w:rsid w:val="00A47506"/>
    <w:rsid w:val="00A509C0"/>
    <w:rsid w:val="00A57E04"/>
    <w:rsid w:val="00A6049B"/>
    <w:rsid w:val="00A730B9"/>
    <w:rsid w:val="00A74C93"/>
    <w:rsid w:val="00A7626A"/>
    <w:rsid w:val="00A809BD"/>
    <w:rsid w:val="00A81CFB"/>
    <w:rsid w:val="00A85D6F"/>
    <w:rsid w:val="00A97D07"/>
    <w:rsid w:val="00AA134E"/>
    <w:rsid w:val="00AA18BD"/>
    <w:rsid w:val="00AA3417"/>
    <w:rsid w:val="00AB0927"/>
    <w:rsid w:val="00AB5621"/>
    <w:rsid w:val="00AB78A2"/>
    <w:rsid w:val="00AC4A8D"/>
    <w:rsid w:val="00AC5A4C"/>
    <w:rsid w:val="00AD5D81"/>
    <w:rsid w:val="00AE0670"/>
    <w:rsid w:val="00AE1A85"/>
    <w:rsid w:val="00AE5769"/>
    <w:rsid w:val="00AE5E48"/>
    <w:rsid w:val="00AF30DB"/>
    <w:rsid w:val="00AF78FE"/>
    <w:rsid w:val="00AF7E7E"/>
    <w:rsid w:val="00B03B64"/>
    <w:rsid w:val="00B0459E"/>
    <w:rsid w:val="00B050F9"/>
    <w:rsid w:val="00B05E1A"/>
    <w:rsid w:val="00B07136"/>
    <w:rsid w:val="00B071C0"/>
    <w:rsid w:val="00B10201"/>
    <w:rsid w:val="00B10A71"/>
    <w:rsid w:val="00B12CD5"/>
    <w:rsid w:val="00B17A2B"/>
    <w:rsid w:val="00B260E3"/>
    <w:rsid w:val="00B3053E"/>
    <w:rsid w:val="00B31C09"/>
    <w:rsid w:val="00B379DE"/>
    <w:rsid w:val="00B422BD"/>
    <w:rsid w:val="00B44488"/>
    <w:rsid w:val="00B464D1"/>
    <w:rsid w:val="00B505C0"/>
    <w:rsid w:val="00B57759"/>
    <w:rsid w:val="00B62B32"/>
    <w:rsid w:val="00B67333"/>
    <w:rsid w:val="00B67FA9"/>
    <w:rsid w:val="00B71D43"/>
    <w:rsid w:val="00B74FE1"/>
    <w:rsid w:val="00B75E14"/>
    <w:rsid w:val="00B76CD7"/>
    <w:rsid w:val="00B801D6"/>
    <w:rsid w:val="00B83A96"/>
    <w:rsid w:val="00B83F8A"/>
    <w:rsid w:val="00BA0AAA"/>
    <w:rsid w:val="00BA0FF4"/>
    <w:rsid w:val="00BA5673"/>
    <w:rsid w:val="00BA65A1"/>
    <w:rsid w:val="00BB0255"/>
    <w:rsid w:val="00BB180C"/>
    <w:rsid w:val="00BB3CF5"/>
    <w:rsid w:val="00BC3599"/>
    <w:rsid w:val="00BD0A58"/>
    <w:rsid w:val="00BD1D08"/>
    <w:rsid w:val="00BE0AE4"/>
    <w:rsid w:val="00BE3267"/>
    <w:rsid w:val="00BE38BB"/>
    <w:rsid w:val="00BE7479"/>
    <w:rsid w:val="00C003C6"/>
    <w:rsid w:val="00C10B09"/>
    <w:rsid w:val="00C12714"/>
    <w:rsid w:val="00C15501"/>
    <w:rsid w:val="00C20678"/>
    <w:rsid w:val="00C224EE"/>
    <w:rsid w:val="00C23F3E"/>
    <w:rsid w:val="00C26BC0"/>
    <w:rsid w:val="00C272AD"/>
    <w:rsid w:val="00C27B9D"/>
    <w:rsid w:val="00C330AA"/>
    <w:rsid w:val="00C405B7"/>
    <w:rsid w:val="00C45F7E"/>
    <w:rsid w:val="00C462C1"/>
    <w:rsid w:val="00C5009D"/>
    <w:rsid w:val="00C53A22"/>
    <w:rsid w:val="00C60819"/>
    <w:rsid w:val="00C64A07"/>
    <w:rsid w:val="00C6569B"/>
    <w:rsid w:val="00C66B9A"/>
    <w:rsid w:val="00C707D1"/>
    <w:rsid w:val="00C737A1"/>
    <w:rsid w:val="00C77BCF"/>
    <w:rsid w:val="00C874E6"/>
    <w:rsid w:val="00C93005"/>
    <w:rsid w:val="00C9329B"/>
    <w:rsid w:val="00C95F93"/>
    <w:rsid w:val="00CA1924"/>
    <w:rsid w:val="00CB2D26"/>
    <w:rsid w:val="00CB3A6F"/>
    <w:rsid w:val="00CD0C0E"/>
    <w:rsid w:val="00CD2022"/>
    <w:rsid w:val="00CE2F55"/>
    <w:rsid w:val="00D018E9"/>
    <w:rsid w:val="00D03C12"/>
    <w:rsid w:val="00D10930"/>
    <w:rsid w:val="00D1247E"/>
    <w:rsid w:val="00D206B4"/>
    <w:rsid w:val="00D21BCE"/>
    <w:rsid w:val="00D516C1"/>
    <w:rsid w:val="00D6344F"/>
    <w:rsid w:val="00D7138E"/>
    <w:rsid w:val="00D80E4A"/>
    <w:rsid w:val="00D95773"/>
    <w:rsid w:val="00D9793B"/>
    <w:rsid w:val="00DA64DB"/>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0521"/>
    <w:rsid w:val="00E87600"/>
    <w:rsid w:val="00E92F67"/>
    <w:rsid w:val="00E93B00"/>
    <w:rsid w:val="00E95B91"/>
    <w:rsid w:val="00E96527"/>
    <w:rsid w:val="00EA6557"/>
    <w:rsid w:val="00EA6B97"/>
    <w:rsid w:val="00EB216E"/>
    <w:rsid w:val="00EC07C0"/>
    <w:rsid w:val="00EC22FA"/>
    <w:rsid w:val="00EC30C5"/>
    <w:rsid w:val="00ED2FD4"/>
    <w:rsid w:val="00EE5982"/>
    <w:rsid w:val="00EE5E2C"/>
    <w:rsid w:val="00F01E75"/>
    <w:rsid w:val="00F1763F"/>
    <w:rsid w:val="00F21DD8"/>
    <w:rsid w:val="00F23708"/>
    <w:rsid w:val="00F25128"/>
    <w:rsid w:val="00F32BD1"/>
    <w:rsid w:val="00F377D2"/>
    <w:rsid w:val="00F432F3"/>
    <w:rsid w:val="00F45A00"/>
    <w:rsid w:val="00F4718C"/>
    <w:rsid w:val="00F527EB"/>
    <w:rsid w:val="00F57F56"/>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22AB"/>
    <w:rsid w:val="00FD22F5"/>
    <w:rsid w:val="00FD2808"/>
    <w:rsid w:val="00FD3338"/>
    <w:rsid w:val="00FD5C72"/>
    <w:rsid w:val="00FE13ED"/>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7956CF"/>
    <w:pPr>
      <w:keepNext/>
      <w:keepLines/>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7956CF"/>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3750E1"/>
  </w:style>
  <w:style w:type="table" w:customStyle="1" w:styleId="Tabela-Siatka7">
    <w:name w:val="Tabela - Siatka7"/>
    <w:basedOn w:val="Standardowy"/>
    <w:next w:val="Tabela-Siatka"/>
    <w:uiPriority w:val="59"/>
    <w:rsid w:val="003750E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3750E1"/>
  </w:style>
  <w:style w:type="numbering" w:customStyle="1" w:styleId="Zaimportowanystyl11">
    <w:name w:val="Zaimportowany styl 11"/>
    <w:rsid w:val="003750E1"/>
  </w:style>
  <w:style w:type="numbering" w:customStyle="1" w:styleId="Zaimportowanystyl21">
    <w:name w:val="Zaimportowany styl 21"/>
    <w:rsid w:val="003750E1"/>
  </w:style>
  <w:style w:type="numbering" w:customStyle="1" w:styleId="Zaimportowanystyl31">
    <w:name w:val="Zaimportowany styl 31"/>
    <w:rsid w:val="003750E1"/>
  </w:style>
  <w:style w:type="numbering" w:customStyle="1" w:styleId="Zaimportowanystyl41">
    <w:name w:val="Zaimportowany styl 41"/>
    <w:rsid w:val="003750E1"/>
  </w:style>
  <w:style w:type="character" w:customStyle="1" w:styleId="CharStyle16">
    <w:name w:val="Char Style 16"/>
    <w:basedOn w:val="Domylnaczcionkaakapitu"/>
    <w:link w:val="Style15"/>
    <w:rsid w:val="003750E1"/>
    <w:rPr>
      <w:rFonts w:ascii="Arial" w:eastAsia="Arial" w:hAnsi="Arial" w:cs="Arial"/>
      <w:sz w:val="17"/>
      <w:szCs w:val="17"/>
    </w:rPr>
  </w:style>
  <w:style w:type="paragraph" w:customStyle="1" w:styleId="Style15">
    <w:name w:val="Style 15"/>
    <w:basedOn w:val="Normalny"/>
    <w:link w:val="CharStyle16"/>
    <w:rsid w:val="003750E1"/>
    <w:pPr>
      <w:widowControl w:val="0"/>
      <w:spacing w:after="100" w:line="293" w:lineRule="auto"/>
    </w:pPr>
    <w:rPr>
      <w:rFonts w:ascii="Arial" w:eastAsia="Arial" w:hAnsi="Arial" w:cs="Arial"/>
      <w:sz w:val="17"/>
      <w:szCs w:val="17"/>
    </w:rPr>
  </w:style>
  <w:style w:type="character" w:customStyle="1" w:styleId="CharStyle23">
    <w:name w:val="Char Style 23"/>
    <w:basedOn w:val="Domylnaczcionkaakapitu"/>
    <w:link w:val="Style22"/>
    <w:rsid w:val="003750E1"/>
    <w:rPr>
      <w:rFonts w:ascii="Arial" w:eastAsia="Arial" w:hAnsi="Arial" w:cs="Arial"/>
      <w:b/>
      <w:bCs/>
      <w:sz w:val="17"/>
      <w:szCs w:val="17"/>
    </w:rPr>
  </w:style>
  <w:style w:type="paragraph" w:customStyle="1" w:styleId="Style22">
    <w:name w:val="Style 22"/>
    <w:basedOn w:val="Normalny"/>
    <w:link w:val="CharStyle23"/>
    <w:rsid w:val="003750E1"/>
    <w:pPr>
      <w:widowControl w:val="0"/>
      <w:spacing w:after="100" w:line="293" w:lineRule="auto"/>
      <w:outlineLvl w:val="5"/>
    </w:pPr>
    <w:rPr>
      <w:rFonts w:ascii="Arial" w:eastAsia="Arial" w:hAnsi="Arial" w:cs="Arial"/>
      <w:b/>
      <w:bCs/>
      <w:sz w:val="17"/>
      <w:szCs w:val="17"/>
    </w:rPr>
  </w:style>
  <w:style w:type="character" w:customStyle="1" w:styleId="CharStyle42">
    <w:name w:val="Char Style 42"/>
    <w:basedOn w:val="Domylnaczcionkaakapitu"/>
    <w:link w:val="Style41"/>
    <w:rsid w:val="003750E1"/>
    <w:rPr>
      <w:rFonts w:ascii="Arial" w:eastAsia="Arial" w:hAnsi="Arial" w:cs="Arial"/>
      <w:sz w:val="17"/>
      <w:szCs w:val="17"/>
    </w:rPr>
  </w:style>
  <w:style w:type="paragraph" w:customStyle="1" w:styleId="Style41">
    <w:name w:val="Style 41"/>
    <w:basedOn w:val="Normalny"/>
    <w:link w:val="CharStyle42"/>
    <w:rsid w:val="003750E1"/>
    <w:pPr>
      <w:widowControl w:val="0"/>
      <w:spacing w:after="100" w:line="293" w:lineRule="auto"/>
    </w:pPr>
    <w:rPr>
      <w:rFonts w:ascii="Arial" w:eastAsia="Arial" w:hAnsi="Arial" w:cs="Arial"/>
      <w:sz w:val="17"/>
      <w:szCs w:val="17"/>
    </w:rPr>
  </w:style>
  <w:style w:type="paragraph" w:customStyle="1" w:styleId="msonormal0">
    <w:name w:val="msonormal"/>
    <w:basedOn w:val="Normalny"/>
    <w:rsid w:val="003750E1"/>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font5">
    <w:name w:val="font5"/>
    <w:basedOn w:val="Normalny"/>
    <w:rsid w:val="003750E1"/>
    <w:pPr>
      <w:spacing w:before="100" w:beforeAutospacing="1" w:after="100" w:afterAutospacing="1"/>
    </w:pPr>
    <w:rPr>
      <w:rFonts w:ascii="Arial" w:eastAsia="Times New Roman" w:hAnsi="Arial" w:cs="Arial"/>
      <w:color w:val="000000"/>
      <w:sz w:val="20"/>
      <w:szCs w:val="20"/>
      <w:lang w:eastAsia="pl-PL"/>
    </w:rPr>
  </w:style>
  <w:style w:type="paragraph" w:customStyle="1" w:styleId="font6">
    <w:name w:val="font6"/>
    <w:basedOn w:val="Normalny"/>
    <w:rsid w:val="003750E1"/>
    <w:pPr>
      <w:spacing w:before="100" w:beforeAutospacing="1" w:after="100" w:afterAutospacing="1"/>
    </w:pPr>
    <w:rPr>
      <w:rFonts w:ascii="Calibri" w:eastAsia="Times New Roman" w:hAnsi="Calibri" w:cs="Calibri"/>
      <w:b/>
      <w:bCs/>
      <w:color w:val="000000"/>
      <w:sz w:val="22"/>
      <w:lang w:eastAsia="pl-PL"/>
    </w:rPr>
  </w:style>
  <w:style w:type="paragraph" w:customStyle="1" w:styleId="font7">
    <w:name w:val="font7"/>
    <w:basedOn w:val="Normalny"/>
    <w:rsid w:val="003750E1"/>
    <w:pPr>
      <w:spacing w:before="100" w:beforeAutospacing="1" w:after="100" w:afterAutospacing="1"/>
    </w:pPr>
    <w:rPr>
      <w:rFonts w:ascii="Calibri" w:eastAsia="Times New Roman" w:hAnsi="Calibri" w:cs="Calibri"/>
      <w:b/>
      <w:bCs/>
      <w:color w:val="000000"/>
      <w:sz w:val="16"/>
      <w:szCs w:val="16"/>
      <w:lang w:eastAsia="pl-PL"/>
    </w:rPr>
  </w:style>
  <w:style w:type="paragraph" w:customStyle="1" w:styleId="font8">
    <w:name w:val="font8"/>
    <w:basedOn w:val="Normalny"/>
    <w:rsid w:val="003750E1"/>
    <w:pPr>
      <w:spacing w:before="100" w:beforeAutospacing="1" w:after="100" w:afterAutospacing="1"/>
    </w:pPr>
    <w:rPr>
      <w:rFonts w:ascii="Calibri" w:eastAsia="Times New Roman" w:hAnsi="Calibri" w:cs="Calibri"/>
      <w:color w:val="000000"/>
      <w:sz w:val="20"/>
      <w:szCs w:val="20"/>
      <w:lang w:eastAsia="pl-PL"/>
    </w:rPr>
  </w:style>
  <w:style w:type="paragraph" w:customStyle="1" w:styleId="font9">
    <w:name w:val="font9"/>
    <w:basedOn w:val="Normalny"/>
    <w:rsid w:val="003750E1"/>
    <w:pPr>
      <w:spacing w:before="100" w:beforeAutospacing="1" w:after="100" w:afterAutospacing="1"/>
    </w:pPr>
    <w:rPr>
      <w:rFonts w:ascii="Arial" w:eastAsia="Times New Roman" w:hAnsi="Arial" w:cs="Arial"/>
      <w:color w:val="000000"/>
      <w:szCs w:val="18"/>
      <w:lang w:eastAsia="pl-PL"/>
    </w:rPr>
  </w:style>
  <w:style w:type="paragraph" w:customStyle="1" w:styleId="font10">
    <w:name w:val="font10"/>
    <w:basedOn w:val="Normalny"/>
    <w:rsid w:val="003750E1"/>
    <w:pPr>
      <w:spacing w:before="100" w:beforeAutospacing="1" w:after="100" w:afterAutospacing="1"/>
    </w:pPr>
    <w:rPr>
      <w:rFonts w:ascii="Times New Roman" w:eastAsia="Times New Roman" w:hAnsi="Times New Roman" w:cs="Times New Roman"/>
      <w:color w:val="000000"/>
      <w:sz w:val="14"/>
      <w:szCs w:val="14"/>
      <w:lang w:eastAsia="pl-PL"/>
    </w:rPr>
  </w:style>
  <w:style w:type="paragraph" w:customStyle="1" w:styleId="xl80">
    <w:name w:val="xl80"/>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1">
    <w:name w:val="xl81"/>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2">
    <w:name w:val="xl82"/>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83">
    <w:name w:val="xl83"/>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84">
    <w:name w:val="xl84"/>
    <w:basedOn w:val="Normalny"/>
    <w:rsid w:val="003750E1"/>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85">
    <w:name w:val="xl85"/>
    <w:basedOn w:val="Normalny"/>
    <w:rsid w:val="003750E1"/>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86">
    <w:name w:val="xl86"/>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7">
    <w:name w:val="xl87"/>
    <w:basedOn w:val="Normalny"/>
    <w:rsid w:val="003750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8">
    <w:name w:val="xl88"/>
    <w:basedOn w:val="Normalny"/>
    <w:rsid w:val="003750E1"/>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9">
    <w:name w:val="xl89"/>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90">
    <w:name w:val="xl90"/>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1">
    <w:name w:val="xl91"/>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92">
    <w:name w:val="xl92"/>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93">
    <w:name w:val="xl93"/>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94">
    <w:name w:val="xl94"/>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95">
    <w:name w:val="xl95"/>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6">
    <w:name w:val="xl96"/>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7">
    <w:name w:val="xl97"/>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98">
    <w:name w:val="xl98"/>
    <w:basedOn w:val="Normalny"/>
    <w:rsid w:val="003750E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9">
    <w:name w:val="xl99"/>
    <w:basedOn w:val="Normalny"/>
    <w:rsid w:val="003750E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0">
    <w:name w:val="xl100"/>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1">
    <w:name w:val="xl101"/>
    <w:basedOn w:val="Normalny"/>
    <w:rsid w:val="003750E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2">
    <w:name w:val="xl102"/>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3">
    <w:name w:val="xl103"/>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4">
    <w:name w:val="xl104"/>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05">
    <w:name w:val="xl105"/>
    <w:basedOn w:val="Normalny"/>
    <w:rsid w:val="003750E1"/>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06">
    <w:name w:val="xl106"/>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7">
    <w:name w:val="xl107"/>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8">
    <w:name w:val="xl108"/>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color w:val="000000"/>
      <w:sz w:val="20"/>
      <w:szCs w:val="20"/>
      <w:lang w:eastAsia="pl-PL"/>
    </w:rPr>
  </w:style>
  <w:style w:type="paragraph" w:customStyle="1" w:styleId="xl109">
    <w:name w:val="xl109"/>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0">
    <w:name w:val="xl110"/>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1">
    <w:name w:val="xl111"/>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2">
    <w:name w:val="xl112"/>
    <w:basedOn w:val="Normalny"/>
    <w:rsid w:val="003750E1"/>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3">
    <w:name w:val="xl113"/>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4">
    <w:name w:val="xl114"/>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5">
    <w:name w:val="xl115"/>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6">
    <w:name w:val="xl116"/>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17">
    <w:name w:val="xl117"/>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18">
    <w:name w:val="xl118"/>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0">
    <w:name w:val="xl120"/>
    <w:basedOn w:val="Normalny"/>
    <w:rsid w:val="003750E1"/>
    <w:pPr>
      <w:pBdr>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1">
    <w:name w:val="xl121"/>
    <w:basedOn w:val="Normalny"/>
    <w:rsid w:val="003750E1"/>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Cs w:val="18"/>
      <w:lang w:eastAsia="pl-PL"/>
    </w:rPr>
  </w:style>
  <w:style w:type="paragraph" w:customStyle="1" w:styleId="xl122">
    <w:name w:val="xl122"/>
    <w:basedOn w:val="Normalny"/>
    <w:rsid w:val="003750E1"/>
    <w:pPr>
      <w:pBdr>
        <w:top w:val="single" w:sz="4" w:space="0" w:color="auto"/>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3">
    <w:name w:val="xl123"/>
    <w:basedOn w:val="Normalny"/>
    <w:rsid w:val="003750E1"/>
    <w:pPr>
      <w:pBdr>
        <w:left w:val="single" w:sz="4" w:space="0" w:color="auto"/>
        <w:bottom w:val="single" w:sz="8"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4">
    <w:name w:val="xl124"/>
    <w:basedOn w:val="Normalny"/>
    <w:rsid w:val="003750E1"/>
    <w:pPr>
      <w:pBdr>
        <w:top w:val="single" w:sz="4" w:space="0" w:color="auto"/>
        <w:left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5">
    <w:name w:val="xl125"/>
    <w:basedOn w:val="Normalny"/>
    <w:rsid w:val="003750E1"/>
    <w:pPr>
      <w:pBdr>
        <w:left w:val="single" w:sz="4" w:space="0" w:color="auto"/>
      </w:pBdr>
      <w:shd w:val="clear" w:color="4F81BD" w:fill="FFFFFF"/>
      <w:spacing w:before="100" w:beforeAutospacing="1" w:after="100" w:afterAutospacing="1"/>
      <w:textAlignment w:val="center"/>
    </w:pPr>
    <w:rPr>
      <w:rFonts w:ascii="Times New Roman" w:eastAsia="Times New Roman" w:hAnsi="Times New Roman" w:cs="Times New Roman"/>
      <w:b/>
      <w:bCs/>
      <w:color w:val="FF0000"/>
      <w:sz w:val="24"/>
      <w:szCs w:val="24"/>
      <w:lang w:eastAsia="pl-PL"/>
    </w:rPr>
  </w:style>
  <w:style w:type="paragraph" w:customStyle="1" w:styleId="xl126">
    <w:name w:val="xl126"/>
    <w:basedOn w:val="Normalny"/>
    <w:rsid w:val="003750E1"/>
    <w:pPr>
      <w:shd w:val="clear" w:color="4F81BD" w:fill="FFFFFF"/>
      <w:spacing w:before="100" w:beforeAutospacing="1" w:after="100" w:afterAutospacing="1"/>
      <w:textAlignment w:val="center"/>
    </w:pPr>
    <w:rPr>
      <w:rFonts w:ascii="Times New Roman" w:eastAsia="Times New Roman" w:hAnsi="Times New Roman" w:cs="Times New Roman"/>
      <w:b/>
      <w:bCs/>
      <w:color w:val="FF0000"/>
      <w:sz w:val="24"/>
      <w:szCs w:val="24"/>
      <w:lang w:eastAsia="pl-PL"/>
    </w:rPr>
  </w:style>
  <w:style w:type="paragraph" w:customStyle="1" w:styleId="xl127">
    <w:name w:val="xl127"/>
    <w:basedOn w:val="Normalny"/>
    <w:rsid w:val="003750E1"/>
    <w:pPr>
      <w:pBdr>
        <w:top w:val="single" w:sz="8" w:space="0" w:color="auto"/>
        <w:left w:val="single" w:sz="4" w:space="0" w:color="auto"/>
        <w:bottom w:val="single" w:sz="4" w:space="0" w:color="auto"/>
      </w:pBdr>
      <w:shd w:val="clear" w:color="DCE6F1"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28">
    <w:name w:val="xl128"/>
    <w:basedOn w:val="Normalny"/>
    <w:rsid w:val="003750E1"/>
    <w:pPr>
      <w:pBdr>
        <w:bottom w:val="single" w:sz="4" w:space="0" w:color="auto"/>
      </w:pBdr>
      <w:shd w:val="clear" w:color="DCE6F1"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29">
    <w:name w:val="xl129"/>
    <w:basedOn w:val="Normalny"/>
    <w:rsid w:val="003750E1"/>
    <w:pPr>
      <w:pBdr>
        <w:top w:val="single" w:sz="8" w:space="0" w:color="auto"/>
        <w:bottom w:val="single" w:sz="4" w:space="0" w:color="auto"/>
      </w:pBdr>
      <w:shd w:val="clear" w:color="DCE6F1"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30">
    <w:name w:val="xl130"/>
    <w:basedOn w:val="Normalny"/>
    <w:rsid w:val="003750E1"/>
    <w:pPr>
      <w:pBdr>
        <w:left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31">
    <w:name w:val="xl131"/>
    <w:basedOn w:val="Normalny"/>
    <w:rsid w:val="003750E1"/>
    <w:pPr>
      <w:pBdr>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32">
    <w:name w:val="xl132"/>
    <w:basedOn w:val="Normalny"/>
    <w:rsid w:val="003750E1"/>
    <w:pPr>
      <w:pBdr>
        <w:top w:val="single" w:sz="4" w:space="0" w:color="auto"/>
        <w:left w:val="single" w:sz="4"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3">
    <w:name w:val="xl133"/>
    <w:basedOn w:val="Normalny"/>
    <w:rsid w:val="003750E1"/>
    <w:pPr>
      <w:pBdr>
        <w:top w:val="single" w:sz="4"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4">
    <w:name w:val="xl134"/>
    <w:basedOn w:val="Normalny"/>
    <w:rsid w:val="003750E1"/>
    <w:pPr>
      <w:pBdr>
        <w:top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5">
    <w:name w:val="xl135"/>
    <w:basedOn w:val="Normalny"/>
    <w:rsid w:val="003750E1"/>
    <w:pPr>
      <w:pBdr>
        <w:top w:val="single" w:sz="4" w:space="0" w:color="auto"/>
        <w:left w:val="single" w:sz="4" w:space="0" w:color="auto"/>
        <w:bottom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6">
    <w:name w:val="xl136"/>
    <w:basedOn w:val="Normalny"/>
    <w:rsid w:val="003750E1"/>
    <w:pPr>
      <w:pBdr>
        <w:top w:val="single" w:sz="4" w:space="0" w:color="auto"/>
        <w:bottom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7">
    <w:name w:val="xl137"/>
    <w:basedOn w:val="Normalny"/>
    <w:rsid w:val="003750E1"/>
    <w:pPr>
      <w:pBdr>
        <w:top w:val="single" w:sz="4" w:space="0" w:color="auto"/>
        <w:bottom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8">
    <w:name w:val="xl138"/>
    <w:basedOn w:val="Normalny"/>
    <w:rsid w:val="003750E1"/>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9">
    <w:name w:val="xl139"/>
    <w:basedOn w:val="Normalny"/>
    <w:rsid w:val="003750E1"/>
    <w:pPr>
      <w:pBdr>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40">
    <w:name w:val="xl140"/>
    <w:basedOn w:val="Normalny"/>
    <w:rsid w:val="003750E1"/>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41">
    <w:name w:val="xl141"/>
    <w:basedOn w:val="Normalny"/>
    <w:rsid w:val="003750E1"/>
    <w:pPr>
      <w:pBdr>
        <w:top w:val="single" w:sz="4" w:space="0" w:color="auto"/>
        <w:left w:val="single" w:sz="4" w:space="0" w:color="auto"/>
        <w:bottom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3750E1"/>
    <w:pPr>
      <w:pBdr>
        <w:left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3">
    <w:name w:val="xl143"/>
    <w:basedOn w:val="Normalny"/>
    <w:rsid w:val="003750E1"/>
    <w:pPr>
      <w:pBdr>
        <w:top w:val="single" w:sz="4" w:space="0" w:color="auto"/>
        <w:left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4">
    <w:name w:val="xl144"/>
    <w:basedOn w:val="Normalny"/>
    <w:rsid w:val="003750E1"/>
    <w:pPr>
      <w:pBdr>
        <w:top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5">
    <w:name w:val="xl145"/>
    <w:basedOn w:val="Normalny"/>
    <w:rsid w:val="003750E1"/>
    <w:pPr>
      <w:pBdr>
        <w:top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6">
    <w:name w:val="xl146"/>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47">
    <w:name w:val="xl147"/>
    <w:basedOn w:val="Normalny"/>
    <w:rsid w:val="003750E1"/>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48">
    <w:name w:val="xl148"/>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49">
    <w:name w:val="xl149"/>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50">
    <w:name w:val="xl150"/>
    <w:basedOn w:val="Normalny"/>
    <w:rsid w:val="003750E1"/>
    <w:pPr>
      <w:pBdr>
        <w:top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51">
    <w:name w:val="xl151"/>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52">
    <w:name w:val="xl152"/>
    <w:basedOn w:val="Normalny"/>
    <w:rsid w:val="003750E1"/>
    <w:pPr>
      <w:pBdr>
        <w:top w:val="single" w:sz="4" w:space="0" w:color="auto"/>
        <w:left w:val="single" w:sz="4" w:space="0" w:color="auto"/>
        <w:bottom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53">
    <w:name w:val="xl153"/>
    <w:basedOn w:val="Normalny"/>
    <w:rsid w:val="003750E1"/>
    <w:pPr>
      <w:pBdr>
        <w:top w:val="single" w:sz="4" w:space="0" w:color="auto"/>
        <w:bottom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54">
    <w:name w:val="xl154"/>
    <w:basedOn w:val="Normalny"/>
    <w:rsid w:val="003750E1"/>
    <w:pPr>
      <w:pBdr>
        <w:top w:val="single" w:sz="4" w:space="0" w:color="auto"/>
        <w:bottom w:val="single" w:sz="4" w:space="0" w:color="auto"/>
        <w:right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55">
    <w:name w:val="xl155"/>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56">
    <w:name w:val="xl156"/>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57">
    <w:name w:val="xl157"/>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58">
    <w:name w:val="xl158"/>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59">
    <w:name w:val="xl159"/>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60">
    <w:name w:val="xl160"/>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61">
    <w:name w:val="xl161"/>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2">
    <w:name w:val="xl162"/>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3">
    <w:name w:val="xl163"/>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4">
    <w:name w:val="xl164"/>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5">
    <w:name w:val="xl165"/>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6">
    <w:name w:val="xl166"/>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7">
    <w:name w:val="xl167"/>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8">
    <w:name w:val="xl168"/>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9">
    <w:name w:val="xl169"/>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0">
    <w:name w:val="xl170"/>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1">
    <w:name w:val="xl171"/>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2">
    <w:name w:val="xl172"/>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3">
    <w:name w:val="xl173"/>
    <w:basedOn w:val="Normalny"/>
    <w:rsid w:val="003750E1"/>
    <w:pPr>
      <w:pBdr>
        <w:top w:val="single" w:sz="4" w:space="0" w:color="auto"/>
        <w:left w:val="single" w:sz="4" w:space="0" w:color="auto"/>
        <w:bottom w:val="single" w:sz="8"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4">
    <w:name w:val="xl174"/>
    <w:basedOn w:val="Normalny"/>
    <w:rsid w:val="003750E1"/>
    <w:pPr>
      <w:pBdr>
        <w:top w:val="single" w:sz="4" w:space="0" w:color="auto"/>
        <w:bottom w:val="single" w:sz="8"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5">
    <w:name w:val="xl175"/>
    <w:basedOn w:val="Normalny"/>
    <w:rsid w:val="003750E1"/>
    <w:pPr>
      <w:pBdr>
        <w:top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6">
    <w:name w:val="xl176"/>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7">
    <w:name w:val="xl177"/>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8">
    <w:name w:val="xl178"/>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9">
    <w:name w:val="xl179"/>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0">
    <w:name w:val="xl180"/>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1">
    <w:name w:val="xl181"/>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2">
    <w:name w:val="xl182"/>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3">
    <w:name w:val="xl183"/>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4">
    <w:name w:val="xl184"/>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5">
    <w:name w:val="xl185"/>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6">
    <w:name w:val="xl186"/>
    <w:basedOn w:val="Normalny"/>
    <w:rsid w:val="003750E1"/>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7">
    <w:name w:val="xl187"/>
    <w:basedOn w:val="Normalny"/>
    <w:rsid w:val="003750E1"/>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8">
    <w:name w:val="xl188"/>
    <w:basedOn w:val="Normalny"/>
    <w:rsid w:val="003750E1"/>
    <w:pPr>
      <w:pBdr>
        <w:lef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9">
    <w:name w:val="xl189"/>
    <w:basedOn w:val="Normalny"/>
    <w:rsid w:val="003750E1"/>
    <w:pPr>
      <w:pBdr>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0">
    <w:name w:val="xl190"/>
    <w:basedOn w:val="Normalny"/>
    <w:rsid w:val="003750E1"/>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1">
    <w:name w:val="xl191"/>
    <w:basedOn w:val="Normalny"/>
    <w:rsid w:val="003750E1"/>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2">
    <w:name w:val="xl192"/>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3">
    <w:name w:val="xl193"/>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4">
    <w:name w:val="xl194"/>
    <w:basedOn w:val="Normalny"/>
    <w:rsid w:val="003750E1"/>
    <w:pPr>
      <w:pBdr>
        <w:top w:val="single" w:sz="8" w:space="0" w:color="auto"/>
        <w:left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95">
    <w:name w:val="xl195"/>
    <w:basedOn w:val="Normalny"/>
    <w:rsid w:val="003750E1"/>
    <w:pPr>
      <w:pBdr>
        <w:top w:val="single" w:sz="8"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96">
    <w:name w:val="xl196"/>
    <w:basedOn w:val="Normalny"/>
    <w:rsid w:val="003750E1"/>
    <w:pPr>
      <w:pBdr>
        <w:top w:val="single" w:sz="4" w:space="0" w:color="auto"/>
        <w:lef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97">
    <w:name w:val="xl197"/>
    <w:basedOn w:val="Normalny"/>
    <w:rsid w:val="003750E1"/>
    <w:pPr>
      <w:pBdr>
        <w:top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98">
    <w:name w:val="xl198"/>
    <w:basedOn w:val="Normalny"/>
    <w:rsid w:val="003750E1"/>
    <w:pPr>
      <w:pBdr>
        <w:lef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99">
    <w:name w:val="xl199"/>
    <w:basedOn w:val="Normalny"/>
    <w:rsid w:val="003750E1"/>
    <w:pPr>
      <w:pBdr>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200">
    <w:name w:val="xl200"/>
    <w:basedOn w:val="Normalny"/>
    <w:rsid w:val="003750E1"/>
    <w:pPr>
      <w:pBdr>
        <w:left w:val="single" w:sz="4" w:space="0" w:color="auto"/>
        <w:bottom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201">
    <w:name w:val="xl201"/>
    <w:basedOn w:val="Normalny"/>
    <w:rsid w:val="003750E1"/>
    <w:pPr>
      <w:pBdr>
        <w:bottom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202">
    <w:name w:val="xl202"/>
    <w:basedOn w:val="Normalny"/>
    <w:rsid w:val="003750E1"/>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3">
    <w:name w:val="xl203"/>
    <w:basedOn w:val="Normalny"/>
    <w:rsid w:val="003750E1"/>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4">
    <w:name w:val="xl204"/>
    <w:basedOn w:val="Normalny"/>
    <w:rsid w:val="003750E1"/>
    <w:pPr>
      <w:pBdr>
        <w:lef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5">
    <w:name w:val="xl205"/>
    <w:basedOn w:val="Normalny"/>
    <w:rsid w:val="003750E1"/>
    <w:pPr>
      <w:pBdr>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6">
    <w:name w:val="xl206"/>
    <w:basedOn w:val="Normalny"/>
    <w:rsid w:val="003750E1"/>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7">
    <w:name w:val="xl207"/>
    <w:basedOn w:val="Normalny"/>
    <w:rsid w:val="003750E1"/>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8">
    <w:name w:val="xl208"/>
    <w:basedOn w:val="Normalny"/>
    <w:rsid w:val="003750E1"/>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9">
    <w:name w:val="xl209"/>
    <w:basedOn w:val="Normalny"/>
    <w:rsid w:val="003750E1"/>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0">
    <w:name w:val="xl210"/>
    <w:basedOn w:val="Normalny"/>
    <w:rsid w:val="003750E1"/>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1">
    <w:name w:val="xl211"/>
    <w:basedOn w:val="Normalny"/>
    <w:rsid w:val="003750E1"/>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2">
    <w:name w:val="xl212"/>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3">
    <w:name w:val="xl213"/>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4">
    <w:name w:val="xl214"/>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5">
    <w:name w:val="xl215"/>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6">
    <w:name w:val="xl216"/>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17">
    <w:name w:val="xl217"/>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16"/>
      <w:szCs w:val="16"/>
      <w:lang w:eastAsia="pl-PL"/>
    </w:rPr>
  </w:style>
  <w:style w:type="paragraph" w:customStyle="1" w:styleId="xl218">
    <w:name w:val="xl218"/>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16"/>
      <w:szCs w:val="16"/>
      <w:lang w:eastAsia="pl-PL"/>
    </w:rPr>
  </w:style>
  <w:style w:type="paragraph" w:customStyle="1" w:styleId="xl219">
    <w:name w:val="xl219"/>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0">
    <w:name w:val="xl220"/>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1">
    <w:name w:val="xl221"/>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2">
    <w:name w:val="xl222"/>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3">
    <w:name w:val="xl223"/>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4">
    <w:name w:val="xl224"/>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5">
    <w:name w:val="xl225"/>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6">
    <w:name w:val="xl226"/>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7">
    <w:name w:val="xl227"/>
    <w:basedOn w:val="Normalny"/>
    <w:rsid w:val="003750E1"/>
    <w:pPr>
      <w:pBdr>
        <w:top w:val="single" w:sz="4" w:space="0" w:color="auto"/>
        <w:left w:val="single" w:sz="4" w:space="0" w:color="auto"/>
        <w:bottom w:val="single" w:sz="8"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28">
    <w:name w:val="xl228"/>
    <w:basedOn w:val="Normalny"/>
    <w:rsid w:val="003750E1"/>
    <w:pPr>
      <w:pBdr>
        <w:top w:val="single" w:sz="4" w:space="0" w:color="auto"/>
        <w:bottom w:val="single" w:sz="8" w:space="0" w:color="auto"/>
        <w:right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29">
    <w:name w:val="xl229"/>
    <w:basedOn w:val="Normalny"/>
    <w:rsid w:val="003750E1"/>
    <w:pPr>
      <w:pBdr>
        <w:top w:val="single" w:sz="4" w:space="0" w:color="auto"/>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30">
    <w:name w:val="xl230"/>
    <w:basedOn w:val="Normalny"/>
    <w:rsid w:val="003750E1"/>
    <w:pPr>
      <w:pBdr>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31">
    <w:name w:val="xl231"/>
    <w:basedOn w:val="Normalny"/>
    <w:rsid w:val="003750E1"/>
    <w:pPr>
      <w:pBdr>
        <w:left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32">
    <w:name w:val="xl232"/>
    <w:basedOn w:val="Normalny"/>
    <w:rsid w:val="003750E1"/>
    <w:pPr>
      <w:pBdr>
        <w:top w:val="single" w:sz="4" w:space="0" w:color="auto"/>
        <w:lef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3">
    <w:name w:val="xl233"/>
    <w:basedOn w:val="Normalny"/>
    <w:rsid w:val="003750E1"/>
    <w:pPr>
      <w:pBdr>
        <w:top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4">
    <w:name w:val="xl234"/>
    <w:basedOn w:val="Normalny"/>
    <w:rsid w:val="003750E1"/>
    <w:pPr>
      <w:pBdr>
        <w:top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5">
    <w:name w:val="xl235"/>
    <w:basedOn w:val="Normalny"/>
    <w:rsid w:val="003750E1"/>
    <w:pPr>
      <w:pBdr>
        <w:lef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6">
    <w:name w:val="xl236"/>
    <w:basedOn w:val="Normalny"/>
    <w:rsid w:val="003750E1"/>
    <w:pP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7">
    <w:name w:val="xl237"/>
    <w:basedOn w:val="Normalny"/>
    <w:rsid w:val="003750E1"/>
    <w:pPr>
      <w:pBdr>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8">
    <w:name w:val="xl238"/>
    <w:basedOn w:val="Normalny"/>
    <w:rsid w:val="003750E1"/>
    <w:pPr>
      <w:pBdr>
        <w:left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9">
    <w:name w:val="xl239"/>
    <w:basedOn w:val="Normalny"/>
    <w:rsid w:val="003750E1"/>
    <w:pPr>
      <w:pBdr>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40">
    <w:name w:val="xl240"/>
    <w:basedOn w:val="Normalny"/>
    <w:rsid w:val="003750E1"/>
    <w:pPr>
      <w:pBdr>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41">
    <w:name w:val="xl241"/>
    <w:basedOn w:val="Normalny"/>
    <w:rsid w:val="003750E1"/>
    <w:pPr>
      <w:pBdr>
        <w:top w:val="single" w:sz="4" w:space="0" w:color="auto"/>
        <w:left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42">
    <w:name w:val="xl242"/>
    <w:basedOn w:val="Normalny"/>
    <w:rsid w:val="003750E1"/>
    <w:pPr>
      <w:pBdr>
        <w:top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43">
    <w:name w:val="xl243"/>
    <w:basedOn w:val="Normalny"/>
    <w:rsid w:val="003750E1"/>
    <w:pPr>
      <w:pBdr>
        <w:top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44">
    <w:name w:val="xl244"/>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5">
    <w:name w:val="xl245"/>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6">
    <w:name w:val="xl246"/>
    <w:basedOn w:val="Normalny"/>
    <w:rsid w:val="003750E1"/>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7">
    <w:name w:val="xl247"/>
    <w:basedOn w:val="Normalny"/>
    <w:rsid w:val="003750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8">
    <w:name w:val="xl248"/>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249">
    <w:name w:val="xl249"/>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250">
    <w:name w:val="xl250"/>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251">
    <w:name w:val="xl251"/>
    <w:basedOn w:val="Normalny"/>
    <w:rsid w:val="003750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52">
    <w:name w:val="xl252"/>
    <w:basedOn w:val="Normalny"/>
    <w:rsid w:val="003750E1"/>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53">
    <w:name w:val="xl253"/>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54">
    <w:name w:val="xl254"/>
    <w:basedOn w:val="Normalny"/>
    <w:rsid w:val="003750E1"/>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character" w:customStyle="1" w:styleId="biggertext3">
    <w:name w:val="biggertext3"/>
    <w:rsid w:val="003750E1"/>
    <w:rPr>
      <w:sz w:val="28"/>
      <w:szCs w:val="28"/>
    </w:rPr>
  </w:style>
  <w:style w:type="character" w:customStyle="1" w:styleId="FontStyle69">
    <w:name w:val="Font Style69"/>
    <w:uiPriority w:val="99"/>
    <w:rsid w:val="003750E1"/>
    <w:rPr>
      <w:rFonts w:ascii="Arial" w:hAnsi="Arial" w:cs="Arial"/>
      <w:sz w:val="22"/>
      <w:szCs w:val="22"/>
    </w:rPr>
  </w:style>
  <w:style w:type="character" w:customStyle="1" w:styleId="FontStyle74">
    <w:name w:val="Font Style74"/>
    <w:uiPriority w:val="99"/>
    <w:rsid w:val="003750E1"/>
    <w:rPr>
      <w:rFonts w:ascii="Arial" w:hAnsi="Arial" w:cs="Arial"/>
      <w:i/>
      <w:iCs/>
      <w:sz w:val="22"/>
      <w:szCs w:val="22"/>
    </w:rPr>
  </w:style>
  <w:style w:type="paragraph" w:customStyle="1" w:styleId="OUToglny">
    <w:name w:val="OUT ogólny"/>
    <w:basedOn w:val="Normalny"/>
    <w:rsid w:val="003750E1"/>
    <w:pPr>
      <w:suppressAutoHyphens/>
      <w:spacing w:after="0"/>
      <w:ind w:left="420"/>
      <w:jc w:val="center"/>
    </w:pPr>
    <w:rPr>
      <w:rFonts w:ascii="Calibri" w:eastAsia="Times New Roman" w:hAnsi="Calibri" w:cs="Arial"/>
      <w:b/>
      <w:color w:val="000000"/>
      <w:sz w:val="20"/>
      <w:szCs w:val="20"/>
      <w:lang w:eastAsia="ar-SA"/>
    </w:rPr>
  </w:style>
  <w:style w:type="paragraph" w:customStyle="1" w:styleId="uitnumer">
    <w:name w:val="uit numer."/>
    <w:basedOn w:val="Normalny"/>
    <w:rsid w:val="003750E1"/>
    <w:pPr>
      <w:tabs>
        <w:tab w:val="left" w:pos="567"/>
      </w:tabs>
      <w:suppressAutoHyphens/>
      <w:spacing w:before="60" w:after="60"/>
      <w:ind w:left="426"/>
      <w:jc w:val="both"/>
    </w:pPr>
    <w:rPr>
      <w:rFonts w:ascii="Arial" w:eastAsia="Times New Roman" w:hAnsi="Arial" w:cs="Arial"/>
      <w:sz w:val="22"/>
      <w:lang w:eastAsia="ar-SA"/>
    </w:rPr>
  </w:style>
  <w:style w:type="paragraph" w:customStyle="1" w:styleId="Style27">
    <w:name w:val="Style27"/>
    <w:basedOn w:val="Normalny"/>
    <w:uiPriority w:val="99"/>
    <w:rsid w:val="003750E1"/>
    <w:pPr>
      <w:widowControl w:val="0"/>
      <w:suppressAutoHyphens/>
      <w:autoSpaceDE w:val="0"/>
      <w:spacing w:after="0" w:line="252" w:lineRule="exact"/>
      <w:ind w:hanging="360"/>
      <w:jc w:val="both"/>
    </w:pPr>
    <w:rPr>
      <w:rFonts w:ascii="Arial" w:eastAsia="Times New Roman" w:hAnsi="Arial" w:cs="Arial"/>
      <w:sz w:val="24"/>
      <w:szCs w:val="24"/>
      <w:lang w:eastAsia="ar-SA"/>
    </w:rPr>
  </w:style>
  <w:style w:type="table" w:customStyle="1" w:styleId="Tabela-Siatka8">
    <w:name w:val="Tabela - Siatka8"/>
    <w:basedOn w:val="Standardowy"/>
    <w:next w:val="Tabela-Siatka"/>
    <w:uiPriority w:val="39"/>
    <w:rsid w:val="0049481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87627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738672690">
      <w:bodyDiv w:val="1"/>
      <w:marLeft w:val="0"/>
      <w:marRight w:val="0"/>
      <w:marTop w:val="0"/>
      <w:marBottom w:val="0"/>
      <w:divBdr>
        <w:top w:val="none" w:sz="0" w:space="0" w:color="auto"/>
        <w:left w:val="none" w:sz="0" w:space="0" w:color="auto"/>
        <w:bottom w:val="none" w:sz="0" w:space="0" w:color="auto"/>
        <w:right w:val="none" w:sz="0" w:space="0" w:color="auto"/>
      </w:divBdr>
    </w:div>
    <w:div w:id="1043481099">
      <w:bodyDiv w:val="1"/>
      <w:marLeft w:val="0"/>
      <w:marRight w:val="0"/>
      <w:marTop w:val="0"/>
      <w:marBottom w:val="0"/>
      <w:divBdr>
        <w:top w:val="none" w:sz="0" w:space="0" w:color="auto"/>
        <w:left w:val="none" w:sz="0" w:space="0" w:color="auto"/>
        <w:bottom w:val="none" w:sz="0" w:space="0" w:color="auto"/>
        <w:right w:val="none" w:sz="0" w:space="0" w:color="auto"/>
      </w:divBdr>
    </w:div>
    <w:div w:id="1558008898">
      <w:bodyDiv w:val="1"/>
      <w:marLeft w:val="0"/>
      <w:marRight w:val="0"/>
      <w:marTop w:val="0"/>
      <w:marBottom w:val="0"/>
      <w:divBdr>
        <w:top w:val="none" w:sz="0" w:space="0" w:color="auto"/>
        <w:left w:val="none" w:sz="0" w:space="0" w:color="auto"/>
        <w:bottom w:val="none" w:sz="0" w:space="0" w:color="auto"/>
        <w:right w:val="none" w:sz="0" w:space="0" w:color="auto"/>
      </w:divBdr>
    </w:div>
    <w:div w:id="1762413867">
      <w:bodyDiv w:val="1"/>
      <w:marLeft w:val="0"/>
      <w:marRight w:val="0"/>
      <w:marTop w:val="0"/>
      <w:marBottom w:val="0"/>
      <w:divBdr>
        <w:top w:val="none" w:sz="0" w:space="0" w:color="auto"/>
        <w:left w:val="none" w:sz="0" w:space="0" w:color="auto"/>
        <w:bottom w:val="none" w:sz="0" w:space="0" w:color="auto"/>
        <w:right w:val="none" w:sz="0" w:space="0" w:color="auto"/>
      </w:divBdr>
    </w:div>
    <w:div w:id="196720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yperlink" Target="https://pgedystrybucja.pl/przetargi" TargetMode="External"/><Relationship Id="rId25"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pgedystrybucja.pl/przetarg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0743E2"/>
    <w:rsid w:val="00092BF4"/>
    <w:rsid w:val="00135AEE"/>
    <w:rsid w:val="001D7026"/>
    <w:rsid w:val="002650F0"/>
    <w:rsid w:val="00361305"/>
    <w:rsid w:val="003D6250"/>
    <w:rsid w:val="0047076D"/>
    <w:rsid w:val="00537FBF"/>
    <w:rsid w:val="00556456"/>
    <w:rsid w:val="00783CCA"/>
    <w:rsid w:val="00922130"/>
    <w:rsid w:val="00A204D4"/>
    <w:rsid w:val="00A92671"/>
    <w:rsid w:val="00AE5769"/>
    <w:rsid w:val="00B85488"/>
    <w:rsid w:val="00BA65A1"/>
    <w:rsid w:val="00BD0A58"/>
    <w:rsid w:val="00BF5C44"/>
    <w:rsid w:val="00C23141"/>
    <w:rsid w:val="00CA79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7076D"/>
    <w:rPr>
      <w:color w:val="808080"/>
    </w:rPr>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22259B6F99A44974A27473994B1EC44D">
    <w:name w:val="22259B6F99A44974A27473994B1EC44D"/>
    <w:rsid w:val="0047076D"/>
    <w:pPr>
      <w:spacing w:line="278" w:lineRule="auto"/>
    </w:pPr>
    <w:rPr>
      <w:kern w:val="2"/>
      <w:sz w:val="24"/>
      <w:szCs w:val="24"/>
      <w14:ligatures w14:val="standardContextual"/>
    </w:rPr>
  </w:style>
  <w:style w:type="paragraph" w:customStyle="1" w:styleId="555D6DF1AC3147DC93A33FCE87FAD93C">
    <w:name w:val="555D6DF1AC3147DC93A33FCE87FAD93C"/>
    <w:rsid w:val="0047076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2025-11-06T00:00:00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POST/DYS/OSK/GZ/00075/2026                        </dmsv2SWPP2ObjectNumber>
    <dmsv2SWPP2SumMD5 xmlns="http://schemas.microsoft.com/sharepoint/v3">3ee3da0dbc1f445fdb834892014ea75c</dmsv2SWPP2SumMD5>
    <dmsv2BaseMoved xmlns="http://schemas.microsoft.com/sharepoint/v3">false</dmsv2BaseMoved>
    <dmsv2BaseIsSensitive xmlns="http://schemas.microsoft.com/sharepoint/v3">true</dmsv2BaseIsSensitive>
    <dmsv2SWPP2IDSWPP2 xmlns="http://schemas.microsoft.com/sharepoint/v3">703359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24121956</dmsv2BaseClientSystemDocumentID>
    <dmsv2BaseModifiedByID xmlns="http://schemas.microsoft.com/sharepoint/v3">12103898</dmsv2BaseModifiedByID>
    <dmsv2BaseCreatedByID xmlns="http://schemas.microsoft.com/sharepoint/v3">12103898</dmsv2BaseCreatedByID>
    <dmsv2SWPP2ObjectDepartment xmlns="http://schemas.microsoft.com/sharepoint/v3">00000001000700080000000m</dmsv2SWPP2ObjectDepartment>
    <dmsv2SWPP2ObjectName xmlns="http://schemas.microsoft.com/sharepoint/v3">Postępowanie</dmsv2SWPP2ObjectName>
    <_dlc_DocId xmlns="a19cb1c7-c5c7-46d4-85ae-d83685407bba">JEUP5JKVCYQC-1092029480-3007</_dlc_DocId>
    <_dlc_DocIdUrl xmlns="a19cb1c7-c5c7-46d4-85ae-d83685407bba">
      <Url>https://swpp2.dms.gkpge.pl/sites/41/_layouts/15/DocIdRedir.aspx?ID=JEUP5JKVCYQC-1092029480-3007</Url>
      <Description>JEUP5JKVCYQC-1092029480-3007</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openxmlformats.org/package/2006/metadata/core-properties"/>
    <ds:schemaRef ds:uri="http://purl.org/dc/elements/1.1/"/>
    <ds:schemaRef ds:uri="http://schemas.microsoft.com/office/2006/documentManagement/types"/>
    <ds:schemaRef ds:uri="ab6a7fc3-c441-41c3-bbfc-a960266391eb"/>
    <ds:schemaRef ds:uri="http://schemas.microsoft.com/office/2006/metadata/properties"/>
    <ds:schemaRef ds:uri="http://www.w3.org/XML/1998/namespace"/>
    <ds:schemaRef ds:uri="http://schemas.microsoft.com/office/infopath/2007/PartnerControls"/>
    <ds:schemaRef ds:uri="http://purl.org/dc/dcmitype/"/>
    <ds:schemaRef ds:uri="http://purl.org/dc/terms/"/>
  </ds:schemaRefs>
</ds:datastoreItem>
</file>

<file path=customXml/itemProps4.xml><?xml version="1.0" encoding="utf-8"?>
<ds:datastoreItem xmlns:ds="http://schemas.openxmlformats.org/officeDocument/2006/customXml" ds:itemID="{79F9F60B-66FD-4623-8266-74670C1D41E3}">
  <ds:schemaRefs>
    <ds:schemaRef ds:uri="http://schemas.openxmlformats.org/officeDocument/2006/bibliography"/>
  </ds:schemaRefs>
</ds:datastoreItem>
</file>

<file path=customXml/itemProps5.xml><?xml version="1.0" encoding="utf-8"?>
<ds:datastoreItem xmlns:ds="http://schemas.openxmlformats.org/officeDocument/2006/customXml" ds:itemID="{047F36C1-424D-4366-99D3-C8A4B9400203}"/>
</file>

<file path=customXml/itemProps6.xml><?xml version="1.0" encoding="utf-8"?>
<ds:datastoreItem xmlns:ds="http://schemas.openxmlformats.org/officeDocument/2006/customXml" ds:itemID="{DAC12FF4-1FAE-46D8-BB55-16D882E483E0}"/>
</file>

<file path=docProps/app.xml><?xml version="1.0" encoding="utf-8"?>
<Properties xmlns="http://schemas.openxmlformats.org/officeDocument/2006/extended-properties" xmlns:vt="http://schemas.openxmlformats.org/officeDocument/2006/docPropsVTypes">
  <Template>PGE word swz test</Template>
  <TotalTime>94</TotalTime>
  <Pages>7</Pages>
  <Words>2557</Words>
  <Characters>15342</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Zakup usługi wykonywania operatów szacunkowych</vt:lpstr>
    </vt:vector>
  </TitlesOfParts>
  <Company>PGE Systemy</Company>
  <LinksUpToDate>false</LinksUpToDate>
  <CharactersWithSpaces>17864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Zakup wsparcia dla IBM DB2.</dc:title>
  <dc:subject/>
  <dc:creator>Chmielnicka Katarzyna [PGE S.A.]</dc:creator>
  <cp:keywords>POST/DYS/OSK/GZ/00075/2026</cp:keywords>
  <dc:description/>
  <cp:lastModifiedBy>Cholewiński Mariusz [PGE Dystr. O.Skarżysko-Kam.]</cp:lastModifiedBy>
  <cp:revision>24</cp:revision>
  <cp:lastPrinted>2025-10-27T10:50:00Z</cp:lastPrinted>
  <dcterms:created xsi:type="dcterms:W3CDTF">2025-10-21T07:44:00Z</dcterms:created>
  <dcterms:modified xsi:type="dcterms:W3CDTF">2026-01-14T10:47:00Z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38e6b9f5-c972-4636-915f-c8efe14e62c7</vt:lpwstr>
  </property>
</Properties>
</file>